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45" w:rsidRDefault="00C27545">
      <w:r>
        <w:t xml:space="preserve">Dear </w:t>
      </w:r>
      <w:r w:rsidRPr="001771B9">
        <w:rPr>
          <w:rFonts w:ascii="Lucida Calligraphy" w:hAnsi="Lucida Calligraphy"/>
        </w:rPr>
        <w:t>&lt;&lt;enter title and last name&gt;&gt;</w:t>
      </w:r>
    </w:p>
    <w:p w:rsidR="00C27545" w:rsidRDefault="00C27545"/>
    <w:p w:rsidR="00C27545" w:rsidRDefault="00C27545">
      <w:r>
        <w:t>SPECIAL OFFER FOR CUSTOMERS</w:t>
      </w:r>
    </w:p>
    <w:p w:rsidR="00C27545" w:rsidRDefault="00C27545"/>
    <w:p w:rsidR="00C27545" w:rsidRDefault="00C27545">
      <w:r>
        <w:t>Recently, Anne and Peter Wakefield transferred Petan News to me and my husband Jonathan Peterson. My parents have now retired and moved to P</w:t>
      </w:r>
      <w:r>
        <w:rPr>
          <w:rFonts w:cs="Arial"/>
        </w:rPr>
        <w:t>é</w:t>
      </w:r>
      <w:r>
        <w:t xml:space="preserve">rols near </w:t>
      </w:r>
      <w:smartTag w:uri="urn:schemas-microsoft-com:office:smarttags" w:element="City">
        <w:r>
          <w:t>Montpellier</w:t>
        </w:r>
      </w:smartTag>
      <w:r>
        <w:t xml:space="preserve"> in southern </w:t>
      </w:r>
      <w:smartTag w:uri="urn:schemas-microsoft-com:office:smarttags" w:element="place">
        <w:smartTag w:uri="urn:schemas-microsoft-com:office:smarttags" w:element="country-region">
          <w:r>
            <w:t>France</w:t>
          </w:r>
        </w:smartTag>
      </w:smartTag>
      <w:r>
        <w:t>. Jonathan and I have decided to change the name of the shop to Fiojons to reflect the change in ownership. Whilst the name has been changed, may I assure you that we hope that you will continue to feel that the quality of our service has not deteriorated.</w:t>
      </w:r>
    </w:p>
    <w:p w:rsidR="00C27545" w:rsidRDefault="00C27545"/>
    <w:p w:rsidR="00C27545" w:rsidRDefault="00C27545">
      <w:r>
        <w:t xml:space="preserve">Thank you for shopping with Petan News since </w:t>
      </w:r>
      <w:r w:rsidRPr="001771B9">
        <w:rPr>
          <w:rFonts w:ascii="Lucida Calligraphy" w:hAnsi="Lucida Calligraphy"/>
        </w:rPr>
        <w:t>&lt;&lt;enter registration date&gt;&gt;</w:t>
      </w:r>
      <w:r>
        <w:t>.  You are one of our earliest customers and my parents and I have been delighted to be of service to you. As a gesture of goodwill towards one of our most longstanding customers, we are delighted to be able to give you the benefit of a special offer.</w:t>
      </w:r>
    </w:p>
    <w:p w:rsidR="00C27545" w:rsidRDefault="00C27545"/>
    <w:p w:rsidR="00C27545" w:rsidRDefault="00C27545">
      <w:r>
        <w:t>If you would like to come into the shop, you can select a CD/DVD of your choice. Just bring this letter with you and Jonathan or I will be delighted to assist you in making your selection.</w:t>
      </w:r>
    </w:p>
    <w:p w:rsidR="00C27545" w:rsidRPr="00A95000" w:rsidRDefault="00C27545"/>
    <w:sectPr w:rsidR="00C27545" w:rsidRPr="00A95000" w:rsidSect="00BC51AA">
      <w:headerReference w:type="default" r:id="rId6"/>
      <w:footerReference w:type="default" r:id="rId7"/>
      <w:pgSz w:w="11906" w:h="16838" w:code="9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545" w:rsidRDefault="00C27545">
      <w:r>
        <w:separator/>
      </w:r>
    </w:p>
  </w:endnote>
  <w:endnote w:type="continuationSeparator" w:id="0">
    <w:p w:rsidR="00C27545" w:rsidRDefault="00C27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545" w:rsidRDefault="00C27545">
    <w:pPr>
      <w:pStyle w:val="Footer"/>
    </w:pPr>
    <w:r>
      <w:rPr>
        <w:noProof/>
      </w:rPr>
      <w:pict>
        <v:line id="_x0000_s2051" style="position:absolute;z-index:251663360" from="-48.3pt,-10.2pt" to="531.9pt,-10.2p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545" w:rsidRDefault="00C27545">
      <w:r>
        <w:separator/>
      </w:r>
    </w:p>
  </w:footnote>
  <w:footnote w:type="continuationSeparator" w:id="0">
    <w:p w:rsidR="00C27545" w:rsidRDefault="00C275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545" w:rsidRDefault="00C27545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8.25pt;height:68.25pt">
          <v:imagedata r:id="rId1" o:title="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4.15pt;margin-top:.3pt;width:367.9pt;height:82.5pt;z-index:251660288;mso-position-horizontal-relative:text;mso-position-vertical-relative:text" stroked="f">
          <v:textbox>
            <w:txbxContent>
              <w:p w:rsidR="00C27545" w:rsidRPr="00BC51AA" w:rsidRDefault="00C27545" w:rsidP="00594CE3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sz w:val="32"/>
                    <w:szCs w:val="32"/>
                  </w:rPr>
                  <w:t>Fiojon</w:t>
                </w:r>
                <w:r w:rsidRPr="00BC51AA">
                  <w:rPr>
                    <w:sz w:val="32"/>
                    <w:szCs w:val="32"/>
                  </w:rPr>
                  <w:t>s</w:t>
                </w:r>
              </w:p>
              <w:p w:rsidR="00C27545" w:rsidRPr="00017A8C" w:rsidRDefault="00C27545" w:rsidP="00594CE3">
                <w:pPr>
                  <w:jc w:val="center"/>
                  <w:rPr>
                    <w:sz w:val="16"/>
                    <w:szCs w:val="16"/>
                  </w:rPr>
                </w:pPr>
                <w:smartTag w:uri="urn:schemas-microsoft-com:office:smarttags" w:element="address">
                  <w:smartTag w:uri="urn:schemas-microsoft-com:office:smarttags" w:element="Street">
                    <w:r w:rsidRPr="00017A8C">
                      <w:rPr>
                        <w:sz w:val="16"/>
                        <w:szCs w:val="16"/>
                      </w:rPr>
                      <w:t>190 High Street</w:t>
                    </w:r>
                  </w:smartTag>
                </w:smartTag>
              </w:p>
              <w:p w:rsidR="00C27545" w:rsidRPr="00017A8C" w:rsidRDefault="00C27545" w:rsidP="00594CE3">
                <w:pPr>
                  <w:jc w:val="center"/>
                  <w:rPr>
                    <w:sz w:val="16"/>
                    <w:szCs w:val="16"/>
                  </w:rPr>
                </w:pPr>
                <w:r w:rsidRPr="00017A8C">
                  <w:rPr>
                    <w:sz w:val="16"/>
                    <w:szCs w:val="16"/>
                  </w:rPr>
                  <w:t>Holton</w:t>
                </w:r>
              </w:p>
              <w:p w:rsidR="00C27545" w:rsidRPr="00017A8C" w:rsidRDefault="00C27545" w:rsidP="00594CE3">
                <w:pPr>
                  <w:jc w:val="center"/>
                  <w:rPr>
                    <w:sz w:val="16"/>
                    <w:szCs w:val="16"/>
                  </w:rPr>
                </w:pPr>
                <w:smartTag w:uri="urn:schemas-microsoft-com:office:smarttags" w:element="place">
                  <w:smartTag w:uri="urn:schemas-microsoft-com:office:smarttags" w:element="City">
                    <w:r w:rsidRPr="00017A8C">
                      <w:rPr>
                        <w:sz w:val="16"/>
                        <w:szCs w:val="16"/>
                      </w:rPr>
                      <w:t>London</w:t>
                    </w:r>
                  </w:smartTag>
                </w:smartTag>
              </w:p>
              <w:p w:rsidR="00C27545" w:rsidRDefault="00C27545" w:rsidP="00594CE3">
                <w:pPr>
                  <w:jc w:val="center"/>
                  <w:rPr>
                    <w:sz w:val="16"/>
                    <w:szCs w:val="16"/>
                  </w:rPr>
                </w:pPr>
                <w:r w:rsidRPr="00017A8C">
                  <w:rPr>
                    <w:sz w:val="16"/>
                    <w:szCs w:val="16"/>
                  </w:rPr>
                  <w:t>WC1V</w:t>
                </w:r>
                <w:r>
                  <w:rPr>
                    <w:sz w:val="16"/>
                    <w:szCs w:val="16"/>
                  </w:rPr>
                  <w:t xml:space="preserve"> 7HR</w:t>
                </w:r>
              </w:p>
              <w:p w:rsidR="00C27545" w:rsidRDefault="00C27545" w:rsidP="00594CE3">
                <w:pPr>
                  <w:jc w:val="center"/>
                  <w:rPr>
                    <w:rStyle w:val="dark"/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Phone: </w:t>
                </w:r>
                <w:r w:rsidRPr="004C3915">
                  <w:rPr>
                    <w:sz w:val="16"/>
                    <w:szCs w:val="16"/>
                  </w:rPr>
                  <w:t xml:space="preserve">020 </w:t>
                </w:r>
                <w:r w:rsidRPr="004C3915">
                  <w:rPr>
                    <w:rStyle w:val="dark"/>
                    <w:sz w:val="16"/>
                    <w:szCs w:val="16"/>
                  </w:rPr>
                  <w:t>7190 5070</w:t>
                </w:r>
              </w:p>
              <w:p w:rsidR="00C27545" w:rsidRPr="004C3915" w:rsidRDefault="00C27545" w:rsidP="00594CE3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rStyle w:val="dark"/>
                    <w:sz w:val="16"/>
                    <w:szCs w:val="16"/>
                  </w:rPr>
                  <w:t>Email sales@fiojons.co.uk</w:t>
                </w:r>
              </w:p>
            </w:txbxContent>
          </v:textbox>
        </v:shape>
      </w:pict>
    </w:r>
    <w:r>
      <w:rPr>
        <w:noProof/>
      </w:rPr>
      <w:pict>
        <v:line id="_x0000_s2050" style="position:absolute;z-index:251661312;mso-position-horizontal-relative:text;mso-position-vertical-relative:text" from="-44.6pt,82.8pt" to="522.45pt,82.8pt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3"/>
  <w:removePersonalInformation/>
  <w:stylePaneFormatFilter w:val="3F01"/>
  <w:defaultTabStop w:val="720"/>
  <w:drawingGridHorizontalSpacing w:val="26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A8C"/>
    <w:rsid w:val="000005B2"/>
    <w:rsid w:val="00000C11"/>
    <w:rsid w:val="0000230C"/>
    <w:rsid w:val="00004486"/>
    <w:rsid w:val="00005083"/>
    <w:rsid w:val="000064E9"/>
    <w:rsid w:val="00006E80"/>
    <w:rsid w:val="000078A3"/>
    <w:rsid w:val="00010216"/>
    <w:rsid w:val="00011322"/>
    <w:rsid w:val="00011D80"/>
    <w:rsid w:val="00011FFD"/>
    <w:rsid w:val="00012479"/>
    <w:rsid w:val="0001270A"/>
    <w:rsid w:val="00012813"/>
    <w:rsid w:val="00012F57"/>
    <w:rsid w:val="00013D9D"/>
    <w:rsid w:val="00014531"/>
    <w:rsid w:val="00017A8C"/>
    <w:rsid w:val="00021327"/>
    <w:rsid w:val="0002170C"/>
    <w:rsid w:val="00022801"/>
    <w:rsid w:val="000229DF"/>
    <w:rsid w:val="0002321D"/>
    <w:rsid w:val="000239B3"/>
    <w:rsid w:val="00024C8D"/>
    <w:rsid w:val="00026C9C"/>
    <w:rsid w:val="00033DBC"/>
    <w:rsid w:val="00034465"/>
    <w:rsid w:val="00034D46"/>
    <w:rsid w:val="00040A34"/>
    <w:rsid w:val="00041E2A"/>
    <w:rsid w:val="000436BA"/>
    <w:rsid w:val="000448CB"/>
    <w:rsid w:val="0004559B"/>
    <w:rsid w:val="000460D7"/>
    <w:rsid w:val="0004666B"/>
    <w:rsid w:val="00046EBE"/>
    <w:rsid w:val="000470DF"/>
    <w:rsid w:val="0005093B"/>
    <w:rsid w:val="000511F1"/>
    <w:rsid w:val="00051880"/>
    <w:rsid w:val="00053381"/>
    <w:rsid w:val="000558FE"/>
    <w:rsid w:val="00055C07"/>
    <w:rsid w:val="0005608B"/>
    <w:rsid w:val="00057147"/>
    <w:rsid w:val="00057E9E"/>
    <w:rsid w:val="00061896"/>
    <w:rsid w:val="0006211C"/>
    <w:rsid w:val="000657ED"/>
    <w:rsid w:val="000666DD"/>
    <w:rsid w:val="0006754C"/>
    <w:rsid w:val="000675DD"/>
    <w:rsid w:val="000708B4"/>
    <w:rsid w:val="00071032"/>
    <w:rsid w:val="00071432"/>
    <w:rsid w:val="00071663"/>
    <w:rsid w:val="00072F61"/>
    <w:rsid w:val="00072F90"/>
    <w:rsid w:val="00073B42"/>
    <w:rsid w:val="00077457"/>
    <w:rsid w:val="000775B7"/>
    <w:rsid w:val="0007766F"/>
    <w:rsid w:val="00083AB4"/>
    <w:rsid w:val="00085B8A"/>
    <w:rsid w:val="000876E1"/>
    <w:rsid w:val="00090CE4"/>
    <w:rsid w:val="00091951"/>
    <w:rsid w:val="00091A5B"/>
    <w:rsid w:val="00091E02"/>
    <w:rsid w:val="0009348C"/>
    <w:rsid w:val="00093BAA"/>
    <w:rsid w:val="00094289"/>
    <w:rsid w:val="000968BE"/>
    <w:rsid w:val="000979C5"/>
    <w:rsid w:val="000A02CE"/>
    <w:rsid w:val="000A107A"/>
    <w:rsid w:val="000A2E0A"/>
    <w:rsid w:val="000A429C"/>
    <w:rsid w:val="000A4912"/>
    <w:rsid w:val="000A793B"/>
    <w:rsid w:val="000B0486"/>
    <w:rsid w:val="000B17FE"/>
    <w:rsid w:val="000B2ECB"/>
    <w:rsid w:val="000B35B8"/>
    <w:rsid w:val="000B52C6"/>
    <w:rsid w:val="000B5A85"/>
    <w:rsid w:val="000B5E5D"/>
    <w:rsid w:val="000B5F64"/>
    <w:rsid w:val="000C03CC"/>
    <w:rsid w:val="000C0485"/>
    <w:rsid w:val="000C32DD"/>
    <w:rsid w:val="000C3984"/>
    <w:rsid w:val="000C3DF2"/>
    <w:rsid w:val="000C4390"/>
    <w:rsid w:val="000C4DA9"/>
    <w:rsid w:val="000C4F51"/>
    <w:rsid w:val="000C5254"/>
    <w:rsid w:val="000C5C3E"/>
    <w:rsid w:val="000C735B"/>
    <w:rsid w:val="000C7C41"/>
    <w:rsid w:val="000D0313"/>
    <w:rsid w:val="000D06B3"/>
    <w:rsid w:val="000D07F7"/>
    <w:rsid w:val="000D3A8C"/>
    <w:rsid w:val="000D659D"/>
    <w:rsid w:val="000E060A"/>
    <w:rsid w:val="000E088E"/>
    <w:rsid w:val="000E454D"/>
    <w:rsid w:val="000E457A"/>
    <w:rsid w:val="000E48B6"/>
    <w:rsid w:val="000E577E"/>
    <w:rsid w:val="000E5824"/>
    <w:rsid w:val="000E7425"/>
    <w:rsid w:val="000E7C8B"/>
    <w:rsid w:val="000F116E"/>
    <w:rsid w:val="000F1BB9"/>
    <w:rsid w:val="000F1D7A"/>
    <w:rsid w:val="000F1F3B"/>
    <w:rsid w:val="000F23F4"/>
    <w:rsid w:val="000F2948"/>
    <w:rsid w:val="000F48E5"/>
    <w:rsid w:val="000F61A7"/>
    <w:rsid w:val="00101AF4"/>
    <w:rsid w:val="00101FA7"/>
    <w:rsid w:val="0010340A"/>
    <w:rsid w:val="0010364E"/>
    <w:rsid w:val="00103A59"/>
    <w:rsid w:val="0010407D"/>
    <w:rsid w:val="00105B5A"/>
    <w:rsid w:val="0010680A"/>
    <w:rsid w:val="001070FC"/>
    <w:rsid w:val="00110071"/>
    <w:rsid w:val="00110785"/>
    <w:rsid w:val="00111F16"/>
    <w:rsid w:val="00112647"/>
    <w:rsid w:val="00113304"/>
    <w:rsid w:val="001137DC"/>
    <w:rsid w:val="00120E1A"/>
    <w:rsid w:val="001228AD"/>
    <w:rsid w:val="001239E3"/>
    <w:rsid w:val="00124BE2"/>
    <w:rsid w:val="00125009"/>
    <w:rsid w:val="001259E1"/>
    <w:rsid w:val="001309B1"/>
    <w:rsid w:val="00131B58"/>
    <w:rsid w:val="00131D7A"/>
    <w:rsid w:val="00131D92"/>
    <w:rsid w:val="00133065"/>
    <w:rsid w:val="0013322C"/>
    <w:rsid w:val="0013550C"/>
    <w:rsid w:val="001407A6"/>
    <w:rsid w:val="00140F33"/>
    <w:rsid w:val="00141958"/>
    <w:rsid w:val="001421C5"/>
    <w:rsid w:val="0014474E"/>
    <w:rsid w:val="0015110A"/>
    <w:rsid w:val="00151A45"/>
    <w:rsid w:val="00152CA7"/>
    <w:rsid w:val="00153F1B"/>
    <w:rsid w:val="00154C3C"/>
    <w:rsid w:val="001552A9"/>
    <w:rsid w:val="00155BE6"/>
    <w:rsid w:val="00155CB5"/>
    <w:rsid w:val="0015603D"/>
    <w:rsid w:val="00156281"/>
    <w:rsid w:val="00157AC6"/>
    <w:rsid w:val="00157B56"/>
    <w:rsid w:val="00160360"/>
    <w:rsid w:val="00161AB2"/>
    <w:rsid w:val="00162AC4"/>
    <w:rsid w:val="00163254"/>
    <w:rsid w:val="0016359F"/>
    <w:rsid w:val="00163B38"/>
    <w:rsid w:val="00163B48"/>
    <w:rsid w:val="00163C9E"/>
    <w:rsid w:val="00163CCC"/>
    <w:rsid w:val="00163FD9"/>
    <w:rsid w:val="001661E9"/>
    <w:rsid w:val="00166839"/>
    <w:rsid w:val="00170173"/>
    <w:rsid w:val="0017094D"/>
    <w:rsid w:val="00171EC9"/>
    <w:rsid w:val="0017321E"/>
    <w:rsid w:val="00173B4F"/>
    <w:rsid w:val="00173EE3"/>
    <w:rsid w:val="001771B9"/>
    <w:rsid w:val="00177AC0"/>
    <w:rsid w:val="00177BA5"/>
    <w:rsid w:val="0018037B"/>
    <w:rsid w:val="001805D1"/>
    <w:rsid w:val="00181BA9"/>
    <w:rsid w:val="00181D59"/>
    <w:rsid w:val="00182BF5"/>
    <w:rsid w:val="00183DAC"/>
    <w:rsid w:val="00184DD8"/>
    <w:rsid w:val="00185147"/>
    <w:rsid w:val="00185D3E"/>
    <w:rsid w:val="00185EA1"/>
    <w:rsid w:val="001866FB"/>
    <w:rsid w:val="00187B85"/>
    <w:rsid w:val="00187E22"/>
    <w:rsid w:val="0019092A"/>
    <w:rsid w:val="00190A3A"/>
    <w:rsid w:val="001913E0"/>
    <w:rsid w:val="00193114"/>
    <w:rsid w:val="00193E1B"/>
    <w:rsid w:val="00194855"/>
    <w:rsid w:val="00195BBA"/>
    <w:rsid w:val="001961E0"/>
    <w:rsid w:val="00196A9C"/>
    <w:rsid w:val="001A227A"/>
    <w:rsid w:val="001A25C6"/>
    <w:rsid w:val="001A2735"/>
    <w:rsid w:val="001A441D"/>
    <w:rsid w:val="001A4FB8"/>
    <w:rsid w:val="001A5859"/>
    <w:rsid w:val="001A6ECC"/>
    <w:rsid w:val="001A74B2"/>
    <w:rsid w:val="001A7946"/>
    <w:rsid w:val="001B03A3"/>
    <w:rsid w:val="001B3E3D"/>
    <w:rsid w:val="001B4D59"/>
    <w:rsid w:val="001C04FD"/>
    <w:rsid w:val="001C20F1"/>
    <w:rsid w:val="001C2A1B"/>
    <w:rsid w:val="001C3E39"/>
    <w:rsid w:val="001C4A8C"/>
    <w:rsid w:val="001C5989"/>
    <w:rsid w:val="001C7B53"/>
    <w:rsid w:val="001D09D7"/>
    <w:rsid w:val="001D20B7"/>
    <w:rsid w:val="001D27B0"/>
    <w:rsid w:val="001D31FF"/>
    <w:rsid w:val="001D3CB8"/>
    <w:rsid w:val="001D3EE8"/>
    <w:rsid w:val="001D3FF1"/>
    <w:rsid w:val="001D4EFB"/>
    <w:rsid w:val="001D55E1"/>
    <w:rsid w:val="001D562B"/>
    <w:rsid w:val="001D5CCA"/>
    <w:rsid w:val="001D7293"/>
    <w:rsid w:val="001E0226"/>
    <w:rsid w:val="001E0776"/>
    <w:rsid w:val="001E0A69"/>
    <w:rsid w:val="001E1F5D"/>
    <w:rsid w:val="001E3267"/>
    <w:rsid w:val="001E4951"/>
    <w:rsid w:val="001E5ED7"/>
    <w:rsid w:val="001E63D3"/>
    <w:rsid w:val="001E64CA"/>
    <w:rsid w:val="001E65AD"/>
    <w:rsid w:val="001E6612"/>
    <w:rsid w:val="001E7B0B"/>
    <w:rsid w:val="001F06CF"/>
    <w:rsid w:val="001F0E21"/>
    <w:rsid w:val="001F101D"/>
    <w:rsid w:val="001F1053"/>
    <w:rsid w:val="001F490E"/>
    <w:rsid w:val="001F6C6E"/>
    <w:rsid w:val="001F79AF"/>
    <w:rsid w:val="0020283D"/>
    <w:rsid w:val="0020331D"/>
    <w:rsid w:val="00206544"/>
    <w:rsid w:val="00206A3A"/>
    <w:rsid w:val="002078A9"/>
    <w:rsid w:val="00211370"/>
    <w:rsid w:val="0021273F"/>
    <w:rsid w:val="00214597"/>
    <w:rsid w:val="00215B5C"/>
    <w:rsid w:val="00215E10"/>
    <w:rsid w:val="00217EF3"/>
    <w:rsid w:val="002201AA"/>
    <w:rsid w:val="0022060D"/>
    <w:rsid w:val="00220FDA"/>
    <w:rsid w:val="00221E7A"/>
    <w:rsid w:val="00225A14"/>
    <w:rsid w:val="00226284"/>
    <w:rsid w:val="00227ECF"/>
    <w:rsid w:val="0023065C"/>
    <w:rsid w:val="00230B60"/>
    <w:rsid w:val="002310F5"/>
    <w:rsid w:val="00231D4F"/>
    <w:rsid w:val="00233DA2"/>
    <w:rsid w:val="002360C5"/>
    <w:rsid w:val="00237C57"/>
    <w:rsid w:val="002418C8"/>
    <w:rsid w:val="00241F89"/>
    <w:rsid w:val="00243805"/>
    <w:rsid w:val="00243B3D"/>
    <w:rsid w:val="0024509A"/>
    <w:rsid w:val="0024535C"/>
    <w:rsid w:val="00246DAD"/>
    <w:rsid w:val="00247454"/>
    <w:rsid w:val="002500DE"/>
    <w:rsid w:val="0025044A"/>
    <w:rsid w:val="00252AD8"/>
    <w:rsid w:val="0025660D"/>
    <w:rsid w:val="00256902"/>
    <w:rsid w:val="00257B80"/>
    <w:rsid w:val="0026036F"/>
    <w:rsid w:val="002604E8"/>
    <w:rsid w:val="002618DB"/>
    <w:rsid w:val="00262897"/>
    <w:rsid w:val="00262A0A"/>
    <w:rsid w:val="00263C9F"/>
    <w:rsid w:val="00264A48"/>
    <w:rsid w:val="00264E6D"/>
    <w:rsid w:val="00264FEA"/>
    <w:rsid w:val="0026654D"/>
    <w:rsid w:val="0026768E"/>
    <w:rsid w:val="0027255B"/>
    <w:rsid w:val="002733DE"/>
    <w:rsid w:val="00275718"/>
    <w:rsid w:val="00275744"/>
    <w:rsid w:val="0027628E"/>
    <w:rsid w:val="00277691"/>
    <w:rsid w:val="002813C5"/>
    <w:rsid w:val="00281878"/>
    <w:rsid w:val="00282520"/>
    <w:rsid w:val="00283C72"/>
    <w:rsid w:val="00283F98"/>
    <w:rsid w:val="0028407A"/>
    <w:rsid w:val="00284954"/>
    <w:rsid w:val="00284BF8"/>
    <w:rsid w:val="00286BD0"/>
    <w:rsid w:val="00286C3D"/>
    <w:rsid w:val="0028758F"/>
    <w:rsid w:val="00290263"/>
    <w:rsid w:val="00290FEA"/>
    <w:rsid w:val="002919E2"/>
    <w:rsid w:val="00292BCE"/>
    <w:rsid w:val="002940FF"/>
    <w:rsid w:val="0029413F"/>
    <w:rsid w:val="00295CF9"/>
    <w:rsid w:val="00296B68"/>
    <w:rsid w:val="002973DB"/>
    <w:rsid w:val="002A071B"/>
    <w:rsid w:val="002A2931"/>
    <w:rsid w:val="002A2FA0"/>
    <w:rsid w:val="002A5079"/>
    <w:rsid w:val="002A6BF9"/>
    <w:rsid w:val="002A7211"/>
    <w:rsid w:val="002B0311"/>
    <w:rsid w:val="002B19CA"/>
    <w:rsid w:val="002B1D12"/>
    <w:rsid w:val="002B2340"/>
    <w:rsid w:val="002B26E3"/>
    <w:rsid w:val="002B2C22"/>
    <w:rsid w:val="002B332E"/>
    <w:rsid w:val="002B369B"/>
    <w:rsid w:val="002B4299"/>
    <w:rsid w:val="002B46A4"/>
    <w:rsid w:val="002B52CE"/>
    <w:rsid w:val="002B5FAF"/>
    <w:rsid w:val="002B6433"/>
    <w:rsid w:val="002B6BB0"/>
    <w:rsid w:val="002B7452"/>
    <w:rsid w:val="002B7784"/>
    <w:rsid w:val="002C01E9"/>
    <w:rsid w:val="002C0A30"/>
    <w:rsid w:val="002C1B51"/>
    <w:rsid w:val="002C46DA"/>
    <w:rsid w:val="002C56F4"/>
    <w:rsid w:val="002C6A86"/>
    <w:rsid w:val="002C6B8E"/>
    <w:rsid w:val="002D0933"/>
    <w:rsid w:val="002D0C8B"/>
    <w:rsid w:val="002D0F90"/>
    <w:rsid w:val="002D21DC"/>
    <w:rsid w:val="002D2BAB"/>
    <w:rsid w:val="002D341D"/>
    <w:rsid w:val="002D4CD3"/>
    <w:rsid w:val="002D4EC1"/>
    <w:rsid w:val="002D53E1"/>
    <w:rsid w:val="002D5D6E"/>
    <w:rsid w:val="002D5FB1"/>
    <w:rsid w:val="002D60C0"/>
    <w:rsid w:val="002D7A2E"/>
    <w:rsid w:val="002E01E7"/>
    <w:rsid w:val="002E149B"/>
    <w:rsid w:val="002E180C"/>
    <w:rsid w:val="002E1A0F"/>
    <w:rsid w:val="002E224E"/>
    <w:rsid w:val="002E2439"/>
    <w:rsid w:val="002E25DD"/>
    <w:rsid w:val="002E2775"/>
    <w:rsid w:val="002E2F8E"/>
    <w:rsid w:val="002E2FF2"/>
    <w:rsid w:val="002E3325"/>
    <w:rsid w:val="002E451C"/>
    <w:rsid w:val="002E501D"/>
    <w:rsid w:val="002E572C"/>
    <w:rsid w:val="002E5D09"/>
    <w:rsid w:val="002E6804"/>
    <w:rsid w:val="002E7CF8"/>
    <w:rsid w:val="002F084A"/>
    <w:rsid w:val="002F092D"/>
    <w:rsid w:val="002F2E9D"/>
    <w:rsid w:val="002F3C75"/>
    <w:rsid w:val="002F3E05"/>
    <w:rsid w:val="002F3FF7"/>
    <w:rsid w:val="002F443F"/>
    <w:rsid w:val="002F7CAB"/>
    <w:rsid w:val="002F7F00"/>
    <w:rsid w:val="00300156"/>
    <w:rsid w:val="003003D7"/>
    <w:rsid w:val="00300E5D"/>
    <w:rsid w:val="0030111D"/>
    <w:rsid w:val="00301640"/>
    <w:rsid w:val="00301C1A"/>
    <w:rsid w:val="0030202D"/>
    <w:rsid w:val="003020B9"/>
    <w:rsid w:val="00303058"/>
    <w:rsid w:val="00303215"/>
    <w:rsid w:val="00304B10"/>
    <w:rsid w:val="003058B4"/>
    <w:rsid w:val="003062EF"/>
    <w:rsid w:val="00310390"/>
    <w:rsid w:val="00310933"/>
    <w:rsid w:val="003127A3"/>
    <w:rsid w:val="00314E9F"/>
    <w:rsid w:val="00314FCC"/>
    <w:rsid w:val="00315194"/>
    <w:rsid w:val="00315754"/>
    <w:rsid w:val="00315B1F"/>
    <w:rsid w:val="00316533"/>
    <w:rsid w:val="003174DC"/>
    <w:rsid w:val="00321579"/>
    <w:rsid w:val="00321ADA"/>
    <w:rsid w:val="00322E54"/>
    <w:rsid w:val="003234BC"/>
    <w:rsid w:val="003243C3"/>
    <w:rsid w:val="00324BF1"/>
    <w:rsid w:val="0032562B"/>
    <w:rsid w:val="00325E31"/>
    <w:rsid w:val="00325F8F"/>
    <w:rsid w:val="0033034C"/>
    <w:rsid w:val="00331C0F"/>
    <w:rsid w:val="00332450"/>
    <w:rsid w:val="0033283E"/>
    <w:rsid w:val="00332E0D"/>
    <w:rsid w:val="003342CD"/>
    <w:rsid w:val="00334876"/>
    <w:rsid w:val="00335020"/>
    <w:rsid w:val="00335FBB"/>
    <w:rsid w:val="0033627C"/>
    <w:rsid w:val="003371A6"/>
    <w:rsid w:val="00340FF1"/>
    <w:rsid w:val="00342A49"/>
    <w:rsid w:val="0034529A"/>
    <w:rsid w:val="003479CC"/>
    <w:rsid w:val="00351BDA"/>
    <w:rsid w:val="00354EE2"/>
    <w:rsid w:val="003560A8"/>
    <w:rsid w:val="003565D3"/>
    <w:rsid w:val="003567D5"/>
    <w:rsid w:val="00357475"/>
    <w:rsid w:val="00360322"/>
    <w:rsid w:val="00360C92"/>
    <w:rsid w:val="003617D8"/>
    <w:rsid w:val="003620C2"/>
    <w:rsid w:val="003638AE"/>
    <w:rsid w:val="00363B6D"/>
    <w:rsid w:val="00365B68"/>
    <w:rsid w:val="00367A14"/>
    <w:rsid w:val="00370B0C"/>
    <w:rsid w:val="00372639"/>
    <w:rsid w:val="00372D5D"/>
    <w:rsid w:val="003753CB"/>
    <w:rsid w:val="00375715"/>
    <w:rsid w:val="00375A98"/>
    <w:rsid w:val="00376760"/>
    <w:rsid w:val="00377FE4"/>
    <w:rsid w:val="0038012E"/>
    <w:rsid w:val="00380659"/>
    <w:rsid w:val="00381B55"/>
    <w:rsid w:val="00381C53"/>
    <w:rsid w:val="00381DB4"/>
    <w:rsid w:val="00381F14"/>
    <w:rsid w:val="0038340D"/>
    <w:rsid w:val="00383F19"/>
    <w:rsid w:val="003854C4"/>
    <w:rsid w:val="0038609E"/>
    <w:rsid w:val="00386315"/>
    <w:rsid w:val="003878C2"/>
    <w:rsid w:val="00387FD1"/>
    <w:rsid w:val="00392795"/>
    <w:rsid w:val="0039292D"/>
    <w:rsid w:val="00392C3A"/>
    <w:rsid w:val="00396A69"/>
    <w:rsid w:val="00397A12"/>
    <w:rsid w:val="00397C42"/>
    <w:rsid w:val="003A0976"/>
    <w:rsid w:val="003A0D6C"/>
    <w:rsid w:val="003A2AAC"/>
    <w:rsid w:val="003A4FC5"/>
    <w:rsid w:val="003A696F"/>
    <w:rsid w:val="003A7976"/>
    <w:rsid w:val="003B3BD7"/>
    <w:rsid w:val="003B42E8"/>
    <w:rsid w:val="003B595C"/>
    <w:rsid w:val="003B7A4E"/>
    <w:rsid w:val="003C111A"/>
    <w:rsid w:val="003C1CEC"/>
    <w:rsid w:val="003C419F"/>
    <w:rsid w:val="003C499E"/>
    <w:rsid w:val="003C56B7"/>
    <w:rsid w:val="003C5BA3"/>
    <w:rsid w:val="003C5DA6"/>
    <w:rsid w:val="003C6A09"/>
    <w:rsid w:val="003C6EFB"/>
    <w:rsid w:val="003D065A"/>
    <w:rsid w:val="003D076A"/>
    <w:rsid w:val="003D1C96"/>
    <w:rsid w:val="003D23D3"/>
    <w:rsid w:val="003D2936"/>
    <w:rsid w:val="003D37E2"/>
    <w:rsid w:val="003D4710"/>
    <w:rsid w:val="003D79A0"/>
    <w:rsid w:val="003E0593"/>
    <w:rsid w:val="003E141E"/>
    <w:rsid w:val="003E3EEB"/>
    <w:rsid w:val="003E4092"/>
    <w:rsid w:val="003E440D"/>
    <w:rsid w:val="003E5767"/>
    <w:rsid w:val="003E5B43"/>
    <w:rsid w:val="003E6065"/>
    <w:rsid w:val="003E674E"/>
    <w:rsid w:val="003E732A"/>
    <w:rsid w:val="003F133D"/>
    <w:rsid w:val="003F14DF"/>
    <w:rsid w:val="003F1815"/>
    <w:rsid w:val="003F4058"/>
    <w:rsid w:val="003F5682"/>
    <w:rsid w:val="003F5BF8"/>
    <w:rsid w:val="003F6C71"/>
    <w:rsid w:val="003F7BB9"/>
    <w:rsid w:val="0040017F"/>
    <w:rsid w:val="00400725"/>
    <w:rsid w:val="004009CA"/>
    <w:rsid w:val="004011CA"/>
    <w:rsid w:val="00405399"/>
    <w:rsid w:val="00405B71"/>
    <w:rsid w:val="00405D63"/>
    <w:rsid w:val="00406470"/>
    <w:rsid w:val="0040718C"/>
    <w:rsid w:val="004076C8"/>
    <w:rsid w:val="0041050E"/>
    <w:rsid w:val="0041295A"/>
    <w:rsid w:val="00413192"/>
    <w:rsid w:val="0041356F"/>
    <w:rsid w:val="00413AA1"/>
    <w:rsid w:val="00414FD5"/>
    <w:rsid w:val="00416A1B"/>
    <w:rsid w:val="00416F7C"/>
    <w:rsid w:val="00416FC1"/>
    <w:rsid w:val="00420737"/>
    <w:rsid w:val="004224F3"/>
    <w:rsid w:val="00424537"/>
    <w:rsid w:val="004249E3"/>
    <w:rsid w:val="00424BAF"/>
    <w:rsid w:val="0042546C"/>
    <w:rsid w:val="00425D50"/>
    <w:rsid w:val="0042799D"/>
    <w:rsid w:val="00427A9A"/>
    <w:rsid w:val="00427C92"/>
    <w:rsid w:val="004328E1"/>
    <w:rsid w:val="004329AF"/>
    <w:rsid w:val="00434B55"/>
    <w:rsid w:val="00435DB6"/>
    <w:rsid w:val="00437095"/>
    <w:rsid w:val="00441BB2"/>
    <w:rsid w:val="004430D3"/>
    <w:rsid w:val="0044321A"/>
    <w:rsid w:val="004448F1"/>
    <w:rsid w:val="00444C4E"/>
    <w:rsid w:val="00444FAC"/>
    <w:rsid w:val="004473D5"/>
    <w:rsid w:val="004503F1"/>
    <w:rsid w:val="00451372"/>
    <w:rsid w:val="004517F9"/>
    <w:rsid w:val="0045357D"/>
    <w:rsid w:val="00453E1E"/>
    <w:rsid w:val="00454493"/>
    <w:rsid w:val="0046007B"/>
    <w:rsid w:val="00460274"/>
    <w:rsid w:val="004616FB"/>
    <w:rsid w:val="00461ABB"/>
    <w:rsid w:val="00464EBB"/>
    <w:rsid w:val="0046608D"/>
    <w:rsid w:val="00466FAA"/>
    <w:rsid w:val="00470A9E"/>
    <w:rsid w:val="00472166"/>
    <w:rsid w:val="004724F5"/>
    <w:rsid w:val="00472F59"/>
    <w:rsid w:val="00472F8A"/>
    <w:rsid w:val="00473D84"/>
    <w:rsid w:val="00473DE4"/>
    <w:rsid w:val="004744E8"/>
    <w:rsid w:val="00476CA8"/>
    <w:rsid w:val="00480294"/>
    <w:rsid w:val="004810E9"/>
    <w:rsid w:val="004824D6"/>
    <w:rsid w:val="00484EFB"/>
    <w:rsid w:val="004851FB"/>
    <w:rsid w:val="00485287"/>
    <w:rsid w:val="0048548D"/>
    <w:rsid w:val="00486254"/>
    <w:rsid w:val="0048709A"/>
    <w:rsid w:val="00487AD1"/>
    <w:rsid w:val="004902D0"/>
    <w:rsid w:val="004918E9"/>
    <w:rsid w:val="00492167"/>
    <w:rsid w:val="00492331"/>
    <w:rsid w:val="00496508"/>
    <w:rsid w:val="00496B50"/>
    <w:rsid w:val="004A04B2"/>
    <w:rsid w:val="004A15C0"/>
    <w:rsid w:val="004A23BC"/>
    <w:rsid w:val="004A269D"/>
    <w:rsid w:val="004A2DE8"/>
    <w:rsid w:val="004A42F7"/>
    <w:rsid w:val="004A654E"/>
    <w:rsid w:val="004B0499"/>
    <w:rsid w:val="004B0CB4"/>
    <w:rsid w:val="004B0F4F"/>
    <w:rsid w:val="004B35D4"/>
    <w:rsid w:val="004B40A1"/>
    <w:rsid w:val="004B4535"/>
    <w:rsid w:val="004B45AD"/>
    <w:rsid w:val="004B53EF"/>
    <w:rsid w:val="004B5D45"/>
    <w:rsid w:val="004B5FC7"/>
    <w:rsid w:val="004B73D1"/>
    <w:rsid w:val="004B7A30"/>
    <w:rsid w:val="004C0372"/>
    <w:rsid w:val="004C2358"/>
    <w:rsid w:val="004C2897"/>
    <w:rsid w:val="004C2FB5"/>
    <w:rsid w:val="004C3915"/>
    <w:rsid w:val="004C3957"/>
    <w:rsid w:val="004C39ED"/>
    <w:rsid w:val="004C59AD"/>
    <w:rsid w:val="004C6416"/>
    <w:rsid w:val="004C6AF8"/>
    <w:rsid w:val="004C7AC3"/>
    <w:rsid w:val="004C7D7B"/>
    <w:rsid w:val="004C7EE9"/>
    <w:rsid w:val="004D06BF"/>
    <w:rsid w:val="004D07CC"/>
    <w:rsid w:val="004D0ABF"/>
    <w:rsid w:val="004D0AC3"/>
    <w:rsid w:val="004D24E1"/>
    <w:rsid w:val="004D45ED"/>
    <w:rsid w:val="004D730F"/>
    <w:rsid w:val="004E0362"/>
    <w:rsid w:val="004E357A"/>
    <w:rsid w:val="004E3E20"/>
    <w:rsid w:val="004E3E75"/>
    <w:rsid w:val="004E3F46"/>
    <w:rsid w:val="004E4C04"/>
    <w:rsid w:val="004E4D48"/>
    <w:rsid w:val="004E4F50"/>
    <w:rsid w:val="004E4FD8"/>
    <w:rsid w:val="004E648C"/>
    <w:rsid w:val="004E6617"/>
    <w:rsid w:val="004F01EB"/>
    <w:rsid w:val="004F0C4D"/>
    <w:rsid w:val="004F215E"/>
    <w:rsid w:val="004F3644"/>
    <w:rsid w:val="004F644A"/>
    <w:rsid w:val="005002D9"/>
    <w:rsid w:val="00500B43"/>
    <w:rsid w:val="00501FF0"/>
    <w:rsid w:val="00502584"/>
    <w:rsid w:val="00502C4F"/>
    <w:rsid w:val="005037B2"/>
    <w:rsid w:val="0050435C"/>
    <w:rsid w:val="0051069D"/>
    <w:rsid w:val="00511834"/>
    <w:rsid w:val="0051353F"/>
    <w:rsid w:val="005147A3"/>
    <w:rsid w:val="00514C94"/>
    <w:rsid w:val="00515D67"/>
    <w:rsid w:val="00515FDA"/>
    <w:rsid w:val="005170DD"/>
    <w:rsid w:val="005177E4"/>
    <w:rsid w:val="00520596"/>
    <w:rsid w:val="005231EC"/>
    <w:rsid w:val="00523FD9"/>
    <w:rsid w:val="00525EFE"/>
    <w:rsid w:val="0052603B"/>
    <w:rsid w:val="00527637"/>
    <w:rsid w:val="0052783C"/>
    <w:rsid w:val="005302E1"/>
    <w:rsid w:val="00531B56"/>
    <w:rsid w:val="00533390"/>
    <w:rsid w:val="00533674"/>
    <w:rsid w:val="00534BBE"/>
    <w:rsid w:val="0053521D"/>
    <w:rsid w:val="005362F9"/>
    <w:rsid w:val="00536BDA"/>
    <w:rsid w:val="00541EC8"/>
    <w:rsid w:val="00543ACF"/>
    <w:rsid w:val="00544695"/>
    <w:rsid w:val="00544E31"/>
    <w:rsid w:val="00545B0E"/>
    <w:rsid w:val="00551D82"/>
    <w:rsid w:val="00552A65"/>
    <w:rsid w:val="005530C1"/>
    <w:rsid w:val="00554D7D"/>
    <w:rsid w:val="0055674D"/>
    <w:rsid w:val="00556775"/>
    <w:rsid w:val="00557D58"/>
    <w:rsid w:val="00560519"/>
    <w:rsid w:val="0056248F"/>
    <w:rsid w:val="005625D7"/>
    <w:rsid w:val="00564295"/>
    <w:rsid w:val="005668DF"/>
    <w:rsid w:val="00567B4B"/>
    <w:rsid w:val="00571CE2"/>
    <w:rsid w:val="00572CC5"/>
    <w:rsid w:val="00572E1C"/>
    <w:rsid w:val="00573E28"/>
    <w:rsid w:val="00575A04"/>
    <w:rsid w:val="005762D2"/>
    <w:rsid w:val="0057658F"/>
    <w:rsid w:val="00576F6E"/>
    <w:rsid w:val="00580500"/>
    <w:rsid w:val="005807DA"/>
    <w:rsid w:val="005816CA"/>
    <w:rsid w:val="00582504"/>
    <w:rsid w:val="00582BB2"/>
    <w:rsid w:val="00583949"/>
    <w:rsid w:val="00584D5F"/>
    <w:rsid w:val="0058530E"/>
    <w:rsid w:val="00587A76"/>
    <w:rsid w:val="005900A9"/>
    <w:rsid w:val="00590C53"/>
    <w:rsid w:val="005912B5"/>
    <w:rsid w:val="005912C4"/>
    <w:rsid w:val="00591A24"/>
    <w:rsid w:val="00591FA9"/>
    <w:rsid w:val="00592C13"/>
    <w:rsid w:val="00594CE3"/>
    <w:rsid w:val="00594FD7"/>
    <w:rsid w:val="00595089"/>
    <w:rsid w:val="00596ECC"/>
    <w:rsid w:val="00597452"/>
    <w:rsid w:val="005A0CB1"/>
    <w:rsid w:val="005A206C"/>
    <w:rsid w:val="005A28E4"/>
    <w:rsid w:val="005A5032"/>
    <w:rsid w:val="005A53DA"/>
    <w:rsid w:val="005A7444"/>
    <w:rsid w:val="005A7E1C"/>
    <w:rsid w:val="005B0637"/>
    <w:rsid w:val="005B16D7"/>
    <w:rsid w:val="005B4067"/>
    <w:rsid w:val="005B50F1"/>
    <w:rsid w:val="005B5A2F"/>
    <w:rsid w:val="005B6723"/>
    <w:rsid w:val="005B67BB"/>
    <w:rsid w:val="005B6D3C"/>
    <w:rsid w:val="005B6EE6"/>
    <w:rsid w:val="005B7EA1"/>
    <w:rsid w:val="005C0276"/>
    <w:rsid w:val="005C0686"/>
    <w:rsid w:val="005C3027"/>
    <w:rsid w:val="005C3DA1"/>
    <w:rsid w:val="005C3F64"/>
    <w:rsid w:val="005C4A5A"/>
    <w:rsid w:val="005C4F1F"/>
    <w:rsid w:val="005C4F36"/>
    <w:rsid w:val="005C59B4"/>
    <w:rsid w:val="005D2D53"/>
    <w:rsid w:val="005D2DB7"/>
    <w:rsid w:val="005D4FF2"/>
    <w:rsid w:val="005D5B4E"/>
    <w:rsid w:val="005D7819"/>
    <w:rsid w:val="005D7896"/>
    <w:rsid w:val="005E0DF5"/>
    <w:rsid w:val="005E1275"/>
    <w:rsid w:val="005E1BBD"/>
    <w:rsid w:val="005E2178"/>
    <w:rsid w:val="005E3628"/>
    <w:rsid w:val="005E3FF9"/>
    <w:rsid w:val="005E4990"/>
    <w:rsid w:val="005E5246"/>
    <w:rsid w:val="005E61CF"/>
    <w:rsid w:val="005E6963"/>
    <w:rsid w:val="005E6D23"/>
    <w:rsid w:val="005E6FE1"/>
    <w:rsid w:val="005E7401"/>
    <w:rsid w:val="005E7464"/>
    <w:rsid w:val="005E7774"/>
    <w:rsid w:val="005F1F29"/>
    <w:rsid w:val="005F4031"/>
    <w:rsid w:val="005F424D"/>
    <w:rsid w:val="005F43AC"/>
    <w:rsid w:val="005F4F65"/>
    <w:rsid w:val="005F58B2"/>
    <w:rsid w:val="005F6389"/>
    <w:rsid w:val="00600277"/>
    <w:rsid w:val="0060351A"/>
    <w:rsid w:val="00605378"/>
    <w:rsid w:val="00605E2F"/>
    <w:rsid w:val="00606C27"/>
    <w:rsid w:val="00606CEF"/>
    <w:rsid w:val="006079E9"/>
    <w:rsid w:val="00607C37"/>
    <w:rsid w:val="00611FA5"/>
    <w:rsid w:val="00613C2E"/>
    <w:rsid w:val="00614348"/>
    <w:rsid w:val="006147C1"/>
    <w:rsid w:val="00615191"/>
    <w:rsid w:val="006219FD"/>
    <w:rsid w:val="00623C72"/>
    <w:rsid w:val="00624493"/>
    <w:rsid w:val="0062483B"/>
    <w:rsid w:val="006258E3"/>
    <w:rsid w:val="00625EAF"/>
    <w:rsid w:val="006269B3"/>
    <w:rsid w:val="0062721E"/>
    <w:rsid w:val="00627C0B"/>
    <w:rsid w:val="00630420"/>
    <w:rsid w:val="00631D4A"/>
    <w:rsid w:val="00632457"/>
    <w:rsid w:val="00632607"/>
    <w:rsid w:val="00633FBB"/>
    <w:rsid w:val="0063543E"/>
    <w:rsid w:val="0063651B"/>
    <w:rsid w:val="006402BA"/>
    <w:rsid w:val="00640982"/>
    <w:rsid w:val="00640A1A"/>
    <w:rsid w:val="00643B55"/>
    <w:rsid w:val="00643E0C"/>
    <w:rsid w:val="00645503"/>
    <w:rsid w:val="00645D86"/>
    <w:rsid w:val="006464EC"/>
    <w:rsid w:val="0064677D"/>
    <w:rsid w:val="006467BF"/>
    <w:rsid w:val="00650356"/>
    <w:rsid w:val="0065139D"/>
    <w:rsid w:val="006514F7"/>
    <w:rsid w:val="00652416"/>
    <w:rsid w:val="00652876"/>
    <w:rsid w:val="00653100"/>
    <w:rsid w:val="006534D7"/>
    <w:rsid w:val="00653E25"/>
    <w:rsid w:val="00654314"/>
    <w:rsid w:val="006548A7"/>
    <w:rsid w:val="00655DD4"/>
    <w:rsid w:val="00655E45"/>
    <w:rsid w:val="00656672"/>
    <w:rsid w:val="00657509"/>
    <w:rsid w:val="006577AE"/>
    <w:rsid w:val="00662258"/>
    <w:rsid w:val="0066287F"/>
    <w:rsid w:val="00662A7B"/>
    <w:rsid w:val="00663680"/>
    <w:rsid w:val="00664324"/>
    <w:rsid w:val="00664550"/>
    <w:rsid w:val="006655F2"/>
    <w:rsid w:val="006657C8"/>
    <w:rsid w:val="006658B3"/>
    <w:rsid w:val="00665E17"/>
    <w:rsid w:val="00666999"/>
    <w:rsid w:val="00667885"/>
    <w:rsid w:val="006737C9"/>
    <w:rsid w:val="00674F88"/>
    <w:rsid w:val="006769AF"/>
    <w:rsid w:val="006802D8"/>
    <w:rsid w:val="00680B19"/>
    <w:rsid w:val="00681080"/>
    <w:rsid w:val="00681E0D"/>
    <w:rsid w:val="00682222"/>
    <w:rsid w:val="00682B86"/>
    <w:rsid w:val="00683D79"/>
    <w:rsid w:val="00686C4D"/>
    <w:rsid w:val="0068712B"/>
    <w:rsid w:val="00687A0E"/>
    <w:rsid w:val="006904CA"/>
    <w:rsid w:val="006906A9"/>
    <w:rsid w:val="00691BB4"/>
    <w:rsid w:val="00692949"/>
    <w:rsid w:val="00693438"/>
    <w:rsid w:val="006934DD"/>
    <w:rsid w:val="0069388B"/>
    <w:rsid w:val="00694FCD"/>
    <w:rsid w:val="00695E4E"/>
    <w:rsid w:val="00697F23"/>
    <w:rsid w:val="006A07FE"/>
    <w:rsid w:val="006A154C"/>
    <w:rsid w:val="006A1A4C"/>
    <w:rsid w:val="006A2775"/>
    <w:rsid w:val="006A2F86"/>
    <w:rsid w:val="006A4732"/>
    <w:rsid w:val="006A521A"/>
    <w:rsid w:val="006A5790"/>
    <w:rsid w:val="006A5857"/>
    <w:rsid w:val="006A5EFD"/>
    <w:rsid w:val="006A6716"/>
    <w:rsid w:val="006A6E44"/>
    <w:rsid w:val="006B224D"/>
    <w:rsid w:val="006B2BE9"/>
    <w:rsid w:val="006B2C4B"/>
    <w:rsid w:val="006B315D"/>
    <w:rsid w:val="006B32F1"/>
    <w:rsid w:val="006B3754"/>
    <w:rsid w:val="006B5B87"/>
    <w:rsid w:val="006B72DD"/>
    <w:rsid w:val="006C1424"/>
    <w:rsid w:val="006C1C3F"/>
    <w:rsid w:val="006C5ABA"/>
    <w:rsid w:val="006C687C"/>
    <w:rsid w:val="006C7356"/>
    <w:rsid w:val="006D0D32"/>
    <w:rsid w:val="006D26D9"/>
    <w:rsid w:val="006D28C0"/>
    <w:rsid w:val="006D3DA2"/>
    <w:rsid w:val="006D5121"/>
    <w:rsid w:val="006E08B0"/>
    <w:rsid w:val="006E0CB3"/>
    <w:rsid w:val="006E1656"/>
    <w:rsid w:val="006E1BF0"/>
    <w:rsid w:val="006E1C74"/>
    <w:rsid w:val="006E2B2E"/>
    <w:rsid w:val="006E3225"/>
    <w:rsid w:val="006E391D"/>
    <w:rsid w:val="006E5BD3"/>
    <w:rsid w:val="006E70D2"/>
    <w:rsid w:val="006F038F"/>
    <w:rsid w:val="006F0DAB"/>
    <w:rsid w:val="006F18CD"/>
    <w:rsid w:val="006F19F1"/>
    <w:rsid w:val="006F2BC7"/>
    <w:rsid w:val="006F355D"/>
    <w:rsid w:val="006F524B"/>
    <w:rsid w:val="006F5DE2"/>
    <w:rsid w:val="006F6078"/>
    <w:rsid w:val="006F6A0E"/>
    <w:rsid w:val="00701900"/>
    <w:rsid w:val="00702151"/>
    <w:rsid w:val="007023EE"/>
    <w:rsid w:val="00702D90"/>
    <w:rsid w:val="00702EF0"/>
    <w:rsid w:val="007061F1"/>
    <w:rsid w:val="00706DF8"/>
    <w:rsid w:val="00707E2B"/>
    <w:rsid w:val="007116CF"/>
    <w:rsid w:val="007118A2"/>
    <w:rsid w:val="007122A4"/>
    <w:rsid w:val="00713C6D"/>
    <w:rsid w:val="00714AC8"/>
    <w:rsid w:val="00715803"/>
    <w:rsid w:val="00716E8E"/>
    <w:rsid w:val="00717296"/>
    <w:rsid w:val="00717993"/>
    <w:rsid w:val="00720069"/>
    <w:rsid w:val="00723923"/>
    <w:rsid w:val="00724FBA"/>
    <w:rsid w:val="00725B0B"/>
    <w:rsid w:val="00730D4F"/>
    <w:rsid w:val="00731914"/>
    <w:rsid w:val="007321B7"/>
    <w:rsid w:val="00732CEF"/>
    <w:rsid w:val="007334F9"/>
    <w:rsid w:val="00733EF1"/>
    <w:rsid w:val="00734171"/>
    <w:rsid w:val="00734948"/>
    <w:rsid w:val="00735308"/>
    <w:rsid w:val="00735E2B"/>
    <w:rsid w:val="00735EC9"/>
    <w:rsid w:val="007375DC"/>
    <w:rsid w:val="00741D44"/>
    <w:rsid w:val="00743D1B"/>
    <w:rsid w:val="00743F6F"/>
    <w:rsid w:val="0074449D"/>
    <w:rsid w:val="007445D0"/>
    <w:rsid w:val="00744AC0"/>
    <w:rsid w:val="00745922"/>
    <w:rsid w:val="00745C07"/>
    <w:rsid w:val="00746660"/>
    <w:rsid w:val="00746761"/>
    <w:rsid w:val="00746DD9"/>
    <w:rsid w:val="00750F73"/>
    <w:rsid w:val="0075135A"/>
    <w:rsid w:val="007522A7"/>
    <w:rsid w:val="007524C2"/>
    <w:rsid w:val="00753A9E"/>
    <w:rsid w:val="00753B23"/>
    <w:rsid w:val="00753EB5"/>
    <w:rsid w:val="00754FB2"/>
    <w:rsid w:val="007555DC"/>
    <w:rsid w:val="007605F3"/>
    <w:rsid w:val="007609A1"/>
    <w:rsid w:val="00763DA0"/>
    <w:rsid w:val="00764AA3"/>
    <w:rsid w:val="00764BCC"/>
    <w:rsid w:val="00764ED8"/>
    <w:rsid w:val="007650C6"/>
    <w:rsid w:val="0076607B"/>
    <w:rsid w:val="00771B31"/>
    <w:rsid w:val="00772127"/>
    <w:rsid w:val="007801C2"/>
    <w:rsid w:val="007811F7"/>
    <w:rsid w:val="007832B3"/>
    <w:rsid w:val="0078377C"/>
    <w:rsid w:val="00783A55"/>
    <w:rsid w:val="00784CAB"/>
    <w:rsid w:val="00790187"/>
    <w:rsid w:val="00791126"/>
    <w:rsid w:val="007920DC"/>
    <w:rsid w:val="00793B5F"/>
    <w:rsid w:val="00794279"/>
    <w:rsid w:val="00794B2C"/>
    <w:rsid w:val="007970DA"/>
    <w:rsid w:val="00797AC5"/>
    <w:rsid w:val="00797F26"/>
    <w:rsid w:val="007A2D2D"/>
    <w:rsid w:val="007A2FF9"/>
    <w:rsid w:val="007A43D3"/>
    <w:rsid w:val="007A5FA7"/>
    <w:rsid w:val="007A6869"/>
    <w:rsid w:val="007A7F82"/>
    <w:rsid w:val="007B078C"/>
    <w:rsid w:val="007B1274"/>
    <w:rsid w:val="007B15C7"/>
    <w:rsid w:val="007B40C0"/>
    <w:rsid w:val="007B49CD"/>
    <w:rsid w:val="007B4C1D"/>
    <w:rsid w:val="007B63B3"/>
    <w:rsid w:val="007B7857"/>
    <w:rsid w:val="007C0105"/>
    <w:rsid w:val="007C0434"/>
    <w:rsid w:val="007C0841"/>
    <w:rsid w:val="007C23F9"/>
    <w:rsid w:val="007C2A91"/>
    <w:rsid w:val="007C5CE0"/>
    <w:rsid w:val="007C6188"/>
    <w:rsid w:val="007D003C"/>
    <w:rsid w:val="007D00C1"/>
    <w:rsid w:val="007D0FED"/>
    <w:rsid w:val="007D3E72"/>
    <w:rsid w:val="007D489F"/>
    <w:rsid w:val="007D5D86"/>
    <w:rsid w:val="007E0DAA"/>
    <w:rsid w:val="007E11AA"/>
    <w:rsid w:val="007E1FC9"/>
    <w:rsid w:val="007E4017"/>
    <w:rsid w:val="007E4BCF"/>
    <w:rsid w:val="007E4C58"/>
    <w:rsid w:val="007E4C72"/>
    <w:rsid w:val="007E4CC0"/>
    <w:rsid w:val="007E50F0"/>
    <w:rsid w:val="007E543D"/>
    <w:rsid w:val="007E56DC"/>
    <w:rsid w:val="007E6390"/>
    <w:rsid w:val="007F1736"/>
    <w:rsid w:val="007F1B56"/>
    <w:rsid w:val="007F1CDB"/>
    <w:rsid w:val="007F1F35"/>
    <w:rsid w:val="007F3266"/>
    <w:rsid w:val="007F3A32"/>
    <w:rsid w:val="007F4E41"/>
    <w:rsid w:val="007F6878"/>
    <w:rsid w:val="007F6AB3"/>
    <w:rsid w:val="007F71AC"/>
    <w:rsid w:val="00801CCF"/>
    <w:rsid w:val="008023C3"/>
    <w:rsid w:val="008036B6"/>
    <w:rsid w:val="00805761"/>
    <w:rsid w:val="00806668"/>
    <w:rsid w:val="00806E82"/>
    <w:rsid w:val="0080731E"/>
    <w:rsid w:val="008079C7"/>
    <w:rsid w:val="00811E05"/>
    <w:rsid w:val="00813153"/>
    <w:rsid w:val="008132C9"/>
    <w:rsid w:val="008138B1"/>
    <w:rsid w:val="0081495E"/>
    <w:rsid w:val="008151C9"/>
    <w:rsid w:val="00815813"/>
    <w:rsid w:val="008164A3"/>
    <w:rsid w:val="00817090"/>
    <w:rsid w:val="008174AC"/>
    <w:rsid w:val="0082014D"/>
    <w:rsid w:val="008208A1"/>
    <w:rsid w:val="008209B6"/>
    <w:rsid w:val="00823538"/>
    <w:rsid w:val="00825BC1"/>
    <w:rsid w:val="00825BEE"/>
    <w:rsid w:val="008269CB"/>
    <w:rsid w:val="00826B2C"/>
    <w:rsid w:val="00827C0D"/>
    <w:rsid w:val="00831B0B"/>
    <w:rsid w:val="008335AC"/>
    <w:rsid w:val="00833E09"/>
    <w:rsid w:val="0083567E"/>
    <w:rsid w:val="00836588"/>
    <w:rsid w:val="0083697F"/>
    <w:rsid w:val="00836E9F"/>
    <w:rsid w:val="00837A62"/>
    <w:rsid w:val="00837BF4"/>
    <w:rsid w:val="00840D28"/>
    <w:rsid w:val="008419B8"/>
    <w:rsid w:val="00842024"/>
    <w:rsid w:val="008423A9"/>
    <w:rsid w:val="00842A7A"/>
    <w:rsid w:val="00844507"/>
    <w:rsid w:val="00844ADB"/>
    <w:rsid w:val="00845C3B"/>
    <w:rsid w:val="00846C74"/>
    <w:rsid w:val="00851939"/>
    <w:rsid w:val="00853AA4"/>
    <w:rsid w:val="00855346"/>
    <w:rsid w:val="0085618E"/>
    <w:rsid w:val="00863592"/>
    <w:rsid w:val="00865261"/>
    <w:rsid w:val="00865879"/>
    <w:rsid w:val="00865883"/>
    <w:rsid w:val="0086644C"/>
    <w:rsid w:val="00866452"/>
    <w:rsid w:val="008667C3"/>
    <w:rsid w:val="00866F24"/>
    <w:rsid w:val="008679B3"/>
    <w:rsid w:val="00870999"/>
    <w:rsid w:val="00871AB2"/>
    <w:rsid w:val="00871C4C"/>
    <w:rsid w:val="00871CBF"/>
    <w:rsid w:val="00872140"/>
    <w:rsid w:val="00874E6C"/>
    <w:rsid w:val="00875229"/>
    <w:rsid w:val="00875594"/>
    <w:rsid w:val="00876628"/>
    <w:rsid w:val="00876BF6"/>
    <w:rsid w:val="00877E40"/>
    <w:rsid w:val="00880B58"/>
    <w:rsid w:val="00880DCC"/>
    <w:rsid w:val="0088157F"/>
    <w:rsid w:val="008833A9"/>
    <w:rsid w:val="00885A9A"/>
    <w:rsid w:val="00885BB4"/>
    <w:rsid w:val="00886722"/>
    <w:rsid w:val="0089012A"/>
    <w:rsid w:val="00892337"/>
    <w:rsid w:val="00896224"/>
    <w:rsid w:val="00896595"/>
    <w:rsid w:val="00896631"/>
    <w:rsid w:val="00896C56"/>
    <w:rsid w:val="008A0A59"/>
    <w:rsid w:val="008A0EAF"/>
    <w:rsid w:val="008A1B25"/>
    <w:rsid w:val="008A4572"/>
    <w:rsid w:val="008A4FB5"/>
    <w:rsid w:val="008A5905"/>
    <w:rsid w:val="008A5F4D"/>
    <w:rsid w:val="008B31CB"/>
    <w:rsid w:val="008B5E22"/>
    <w:rsid w:val="008B6BAC"/>
    <w:rsid w:val="008C1493"/>
    <w:rsid w:val="008C1ED2"/>
    <w:rsid w:val="008C2BB2"/>
    <w:rsid w:val="008C32C3"/>
    <w:rsid w:val="008C38DE"/>
    <w:rsid w:val="008C3A8B"/>
    <w:rsid w:val="008C489E"/>
    <w:rsid w:val="008D1613"/>
    <w:rsid w:val="008D1AB7"/>
    <w:rsid w:val="008D24A9"/>
    <w:rsid w:val="008D2ACB"/>
    <w:rsid w:val="008D3F19"/>
    <w:rsid w:val="008D5F0C"/>
    <w:rsid w:val="008D6067"/>
    <w:rsid w:val="008E2073"/>
    <w:rsid w:val="008E2EF4"/>
    <w:rsid w:val="008E33E3"/>
    <w:rsid w:val="008E598B"/>
    <w:rsid w:val="008E5ABA"/>
    <w:rsid w:val="008E707A"/>
    <w:rsid w:val="008F0D6E"/>
    <w:rsid w:val="008F13A6"/>
    <w:rsid w:val="008F1613"/>
    <w:rsid w:val="008F31D2"/>
    <w:rsid w:val="008F4441"/>
    <w:rsid w:val="008F48F1"/>
    <w:rsid w:val="008F503F"/>
    <w:rsid w:val="008F5E4A"/>
    <w:rsid w:val="008F6878"/>
    <w:rsid w:val="008F7748"/>
    <w:rsid w:val="008F7886"/>
    <w:rsid w:val="0090006F"/>
    <w:rsid w:val="00902327"/>
    <w:rsid w:val="009023F6"/>
    <w:rsid w:val="009028BC"/>
    <w:rsid w:val="009030B8"/>
    <w:rsid w:val="00903D57"/>
    <w:rsid w:val="00903DBE"/>
    <w:rsid w:val="00904BBE"/>
    <w:rsid w:val="00905276"/>
    <w:rsid w:val="00906DC3"/>
    <w:rsid w:val="0091101C"/>
    <w:rsid w:val="00911151"/>
    <w:rsid w:val="009111A5"/>
    <w:rsid w:val="009116F7"/>
    <w:rsid w:val="009118CC"/>
    <w:rsid w:val="00911EEC"/>
    <w:rsid w:val="009123CC"/>
    <w:rsid w:val="00912AE1"/>
    <w:rsid w:val="009203B3"/>
    <w:rsid w:val="00920825"/>
    <w:rsid w:val="00920BF4"/>
    <w:rsid w:val="00921140"/>
    <w:rsid w:val="009215B5"/>
    <w:rsid w:val="0092229A"/>
    <w:rsid w:val="00922B48"/>
    <w:rsid w:val="00924052"/>
    <w:rsid w:val="00924269"/>
    <w:rsid w:val="00924E79"/>
    <w:rsid w:val="00924F78"/>
    <w:rsid w:val="00926388"/>
    <w:rsid w:val="0093143B"/>
    <w:rsid w:val="009319BE"/>
    <w:rsid w:val="009319C1"/>
    <w:rsid w:val="009328D8"/>
    <w:rsid w:val="00933630"/>
    <w:rsid w:val="00934369"/>
    <w:rsid w:val="00935736"/>
    <w:rsid w:val="00935F6A"/>
    <w:rsid w:val="009366DC"/>
    <w:rsid w:val="0093752D"/>
    <w:rsid w:val="00937EB2"/>
    <w:rsid w:val="009428D6"/>
    <w:rsid w:val="00942FEF"/>
    <w:rsid w:val="00943594"/>
    <w:rsid w:val="00943A34"/>
    <w:rsid w:val="00945C1F"/>
    <w:rsid w:val="009467EF"/>
    <w:rsid w:val="00947846"/>
    <w:rsid w:val="0095039C"/>
    <w:rsid w:val="00952275"/>
    <w:rsid w:val="009523EA"/>
    <w:rsid w:val="00952686"/>
    <w:rsid w:val="00952E84"/>
    <w:rsid w:val="00953955"/>
    <w:rsid w:val="00956BEA"/>
    <w:rsid w:val="00957752"/>
    <w:rsid w:val="00962D93"/>
    <w:rsid w:val="009640E7"/>
    <w:rsid w:val="00964C99"/>
    <w:rsid w:val="00965792"/>
    <w:rsid w:val="00966453"/>
    <w:rsid w:val="00966AEC"/>
    <w:rsid w:val="00967A2A"/>
    <w:rsid w:val="00970298"/>
    <w:rsid w:val="00972DE8"/>
    <w:rsid w:val="009730FB"/>
    <w:rsid w:val="00973D49"/>
    <w:rsid w:val="009751C7"/>
    <w:rsid w:val="00976502"/>
    <w:rsid w:val="00976C0F"/>
    <w:rsid w:val="00977622"/>
    <w:rsid w:val="00980CF3"/>
    <w:rsid w:val="009826B6"/>
    <w:rsid w:val="009835F9"/>
    <w:rsid w:val="009835FE"/>
    <w:rsid w:val="00983F78"/>
    <w:rsid w:val="00984F27"/>
    <w:rsid w:val="00984F5A"/>
    <w:rsid w:val="009851EF"/>
    <w:rsid w:val="009866AD"/>
    <w:rsid w:val="0098703F"/>
    <w:rsid w:val="00991CBD"/>
    <w:rsid w:val="00992462"/>
    <w:rsid w:val="00992C9C"/>
    <w:rsid w:val="00992D6B"/>
    <w:rsid w:val="00995884"/>
    <w:rsid w:val="0099619A"/>
    <w:rsid w:val="00996374"/>
    <w:rsid w:val="009975C8"/>
    <w:rsid w:val="009A17F7"/>
    <w:rsid w:val="009A18EC"/>
    <w:rsid w:val="009A1D99"/>
    <w:rsid w:val="009A2052"/>
    <w:rsid w:val="009A4C22"/>
    <w:rsid w:val="009A521F"/>
    <w:rsid w:val="009A5360"/>
    <w:rsid w:val="009A545E"/>
    <w:rsid w:val="009A6378"/>
    <w:rsid w:val="009A7547"/>
    <w:rsid w:val="009A75DD"/>
    <w:rsid w:val="009A77DA"/>
    <w:rsid w:val="009A796D"/>
    <w:rsid w:val="009A7B57"/>
    <w:rsid w:val="009B039F"/>
    <w:rsid w:val="009B0540"/>
    <w:rsid w:val="009B209E"/>
    <w:rsid w:val="009B2DF8"/>
    <w:rsid w:val="009B2E54"/>
    <w:rsid w:val="009B37DB"/>
    <w:rsid w:val="009B428B"/>
    <w:rsid w:val="009B4300"/>
    <w:rsid w:val="009B4B0D"/>
    <w:rsid w:val="009B57DA"/>
    <w:rsid w:val="009B5BFE"/>
    <w:rsid w:val="009B67B3"/>
    <w:rsid w:val="009B778C"/>
    <w:rsid w:val="009B7D70"/>
    <w:rsid w:val="009B7F12"/>
    <w:rsid w:val="009C0C33"/>
    <w:rsid w:val="009C17D6"/>
    <w:rsid w:val="009C3697"/>
    <w:rsid w:val="009C466C"/>
    <w:rsid w:val="009D0EFD"/>
    <w:rsid w:val="009D1280"/>
    <w:rsid w:val="009D148F"/>
    <w:rsid w:val="009D2E7C"/>
    <w:rsid w:val="009D306D"/>
    <w:rsid w:val="009D4DBA"/>
    <w:rsid w:val="009D76C9"/>
    <w:rsid w:val="009D7B93"/>
    <w:rsid w:val="009D7E10"/>
    <w:rsid w:val="009E0B1E"/>
    <w:rsid w:val="009E1C7E"/>
    <w:rsid w:val="009E1DC4"/>
    <w:rsid w:val="009E31BF"/>
    <w:rsid w:val="009E4300"/>
    <w:rsid w:val="009E4765"/>
    <w:rsid w:val="009E660F"/>
    <w:rsid w:val="009E7CE7"/>
    <w:rsid w:val="009F0794"/>
    <w:rsid w:val="009F0AC5"/>
    <w:rsid w:val="009F13E6"/>
    <w:rsid w:val="009F2A4D"/>
    <w:rsid w:val="009F367D"/>
    <w:rsid w:val="009F57A4"/>
    <w:rsid w:val="009F70E0"/>
    <w:rsid w:val="009F7988"/>
    <w:rsid w:val="00A00068"/>
    <w:rsid w:val="00A003BB"/>
    <w:rsid w:val="00A00414"/>
    <w:rsid w:val="00A0044B"/>
    <w:rsid w:val="00A005D8"/>
    <w:rsid w:val="00A00B62"/>
    <w:rsid w:val="00A01D4D"/>
    <w:rsid w:val="00A03F16"/>
    <w:rsid w:val="00A05892"/>
    <w:rsid w:val="00A0595D"/>
    <w:rsid w:val="00A05E86"/>
    <w:rsid w:val="00A05F05"/>
    <w:rsid w:val="00A11E96"/>
    <w:rsid w:val="00A141FB"/>
    <w:rsid w:val="00A15A99"/>
    <w:rsid w:val="00A15E06"/>
    <w:rsid w:val="00A17305"/>
    <w:rsid w:val="00A17C40"/>
    <w:rsid w:val="00A20F4E"/>
    <w:rsid w:val="00A21E4F"/>
    <w:rsid w:val="00A240C5"/>
    <w:rsid w:val="00A2433B"/>
    <w:rsid w:val="00A249AF"/>
    <w:rsid w:val="00A24ED0"/>
    <w:rsid w:val="00A25089"/>
    <w:rsid w:val="00A25B46"/>
    <w:rsid w:val="00A25F3B"/>
    <w:rsid w:val="00A30E01"/>
    <w:rsid w:val="00A313F5"/>
    <w:rsid w:val="00A319C5"/>
    <w:rsid w:val="00A31A69"/>
    <w:rsid w:val="00A32336"/>
    <w:rsid w:val="00A32C23"/>
    <w:rsid w:val="00A338BC"/>
    <w:rsid w:val="00A33FA4"/>
    <w:rsid w:val="00A342FA"/>
    <w:rsid w:val="00A344AE"/>
    <w:rsid w:val="00A34C06"/>
    <w:rsid w:val="00A350E7"/>
    <w:rsid w:val="00A35942"/>
    <w:rsid w:val="00A359ED"/>
    <w:rsid w:val="00A35CF5"/>
    <w:rsid w:val="00A37436"/>
    <w:rsid w:val="00A40474"/>
    <w:rsid w:val="00A404A5"/>
    <w:rsid w:val="00A41A57"/>
    <w:rsid w:val="00A41C7C"/>
    <w:rsid w:val="00A420C9"/>
    <w:rsid w:val="00A42BDA"/>
    <w:rsid w:val="00A43FC7"/>
    <w:rsid w:val="00A453C0"/>
    <w:rsid w:val="00A456E5"/>
    <w:rsid w:val="00A46CFF"/>
    <w:rsid w:val="00A474D6"/>
    <w:rsid w:val="00A4750A"/>
    <w:rsid w:val="00A50130"/>
    <w:rsid w:val="00A505EF"/>
    <w:rsid w:val="00A51615"/>
    <w:rsid w:val="00A526D8"/>
    <w:rsid w:val="00A52BBD"/>
    <w:rsid w:val="00A52FB6"/>
    <w:rsid w:val="00A54F08"/>
    <w:rsid w:val="00A559D1"/>
    <w:rsid w:val="00A56D76"/>
    <w:rsid w:val="00A56DBD"/>
    <w:rsid w:val="00A56F86"/>
    <w:rsid w:val="00A57547"/>
    <w:rsid w:val="00A602C2"/>
    <w:rsid w:val="00A61F60"/>
    <w:rsid w:val="00A62904"/>
    <w:rsid w:val="00A6379B"/>
    <w:rsid w:val="00A63C01"/>
    <w:rsid w:val="00A640B8"/>
    <w:rsid w:val="00A643C1"/>
    <w:rsid w:val="00A66C0F"/>
    <w:rsid w:val="00A67295"/>
    <w:rsid w:val="00A70A56"/>
    <w:rsid w:val="00A71F5F"/>
    <w:rsid w:val="00A72A05"/>
    <w:rsid w:val="00A73698"/>
    <w:rsid w:val="00A74043"/>
    <w:rsid w:val="00A75A8E"/>
    <w:rsid w:val="00A77B0D"/>
    <w:rsid w:val="00A77EF0"/>
    <w:rsid w:val="00A812C4"/>
    <w:rsid w:val="00A81876"/>
    <w:rsid w:val="00A818B0"/>
    <w:rsid w:val="00A81985"/>
    <w:rsid w:val="00A82312"/>
    <w:rsid w:val="00A84146"/>
    <w:rsid w:val="00A84AB0"/>
    <w:rsid w:val="00A850AA"/>
    <w:rsid w:val="00A85591"/>
    <w:rsid w:val="00A870A8"/>
    <w:rsid w:val="00A872BA"/>
    <w:rsid w:val="00A9139F"/>
    <w:rsid w:val="00A92CCB"/>
    <w:rsid w:val="00A935F5"/>
    <w:rsid w:val="00A94474"/>
    <w:rsid w:val="00A95000"/>
    <w:rsid w:val="00A96F9D"/>
    <w:rsid w:val="00A970BE"/>
    <w:rsid w:val="00AA008A"/>
    <w:rsid w:val="00AA25DF"/>
    <w:rsid w:val="00AA29E2"/>
    <w:rsid w:val="00AA4675"/>
    <w:rsid w:val="00AA47D8"/>
    <w:rsid w:val="00AA5BA2"/>
    <w:rsid w:val="00AA725E"/>
    <w:rsid w:val="00AA7293"/>
    <w:rsid w:val="00AA7DB6"/>
    <w:rsid w:val="00AB00B7"/>
    <w:rsid w:val="00AB0681"/>
    <w:rsid w:val="00AB0CF7"/>
    <w:rsid w:val="00AB2117"/>
    <w:rsid w:val="00AB2278"/>
    <w:rsid w:val="00AB27C8"/>
    <w:rsid w:val="00AB302C"/>
    <w:rsid w:val="00AB4CA9"/>
    <w:rsid w:val="00AB4D1B"/>
    <w:rsid w:val="00AB5008"/>
    <w:rsid w:val="00AC05CF"/>
    <w:rsid w:val="00AC1BC4"/>
    <w:rsid w:val="00AC26F8"/>
    <w:rsid w:val="00AC2946"/>
    <w:rsid w:val="00AC5CA9"/>
    <w:rsid w:val="00AC5F77"/>
    <w:rsid w:val="00AC6E17"/>
    <w:rsid w:val="00AC6FF4"/>
    <w:rsid w:val="00AC7C5A"/>
    <w:rsid w:val="00AD2D79"/>
    <w:rsid w:val="00AD4EC0"/>
    <w:rsid w:val="00AD6FC2"/>
    <w:rsid w:val="00AD7DE3"/>
    <w:rsid w:val="00AE0155"/>
    <w:rsid w:val="00AE05DF"/>
    <w:rsid w:val="00AE153B"/>
    <w:rsid w:val="00AE2285"/>
    <w:rsid w:val="00AE28A6"/>
    <w:rsid w:val="00AE3CED"/>
    <w:rsid w:val="00AE41AF"/>
    <w:rsid w:val="00AF0710"/>
    <w:rsid w:val="00AF12A4"/>
    <w:rsid w:val="00AF1880"/>
    <w:rsid w:val="00AF28C0"/>
    <w:rsid w:val="00AF44EB"/>
    <w:rsid w:val="00AF4B38"/>
    <w:rsid w:val="00AF560C"/>
    <w:rsid w:val="00AF6208"/>
    <w:rsid w:val="00AF7EEA"/>
    <w:rsid w:val="00B00000"/>
    <w:rsid w:val="00B01DD2"/>
    <w:rsid w:val="00B01EED"/>
    <w:rsid w:val="00B03F68"/>
    <w:rsid w:val="00B0645E"/>
    <w:rsid w:val="00B07617"/>
    <w:rsid w:val="00B10038"/>
    <w:rsid w:val="00B11CB3"/>
    <w:rsid w:val="00B13C51"/>
    <w:rsid w:val="00B14A7F"/>
    <w:rsid w:val="00B14D2B"/>
    <w:rsid w:val="00B15507"/>
    <w:rsid w:val="00B158AE"/>
    <w:rsid w:val="00B16BAB"/>
    <w:rsid w:val="00B208D0"/>
    <w:rsid w:val="00B20EC4"/>
    <w:rsid w:val="00B21965"/>
    <w:rsid w:val="00B24B5C"/>
    <w:rsid w:val="00B2591A"/>
    <w:rsid w:val="00B25F9B"/>
    <w:rsid w:val="00B2628E"/>
    <w:rsid w:val="00B27101"/>
    <w:rsid w:val="00B30EFE"/>
    <w:rsid w:val="00B31168"/>
    <w:rsid w:val="00B31347"/>
    <w:rsid w:val="00B32CCE"/>
    <w:rsid w:val="00B345F1"/>
    <w:rsid w:val="00B3551A"/>
    <w:rsid w:val="00B36922"/>
    <w:rsid w:val="00B401E2"/>
    <w:rsid w:val="00B4144D"/>
    <w:rsid w:val="00B43F4C"/>
    <w:rsid w:val="00B45EBE"/>
    <w:rsid w:val="00B4758C"/>
    <w:rsid w:val="00B50595"/>
    <w:rsid w:val="00B50950"/>
    <w:rsid w:val="00B5113E"/>
    <w:rsid w:val="00B512DD"/>
    <w:rsid w:val="00B51F72"/>
    <w:rsid w:val="00B528D8"/>
    <w:rsid w:val="00B5573C"/>
    <w:rsid w:val="00B56827"/>
    <w:rsid w:val="00B57EAB"/>
    <w:rsid w:val="00B60AA8"/>
    <w:rsid w:val="00B6240C"/>
    <w:rsid w:val="00B64073"/>
    <w:rsid w:val="00B648CA"/>
    <w:rsid w:val="00B65572"/>
    <w:rsid w:val="00B65854"/>
    <w:rsid w:val="00B66339"/>
    <w:rsid w:val="00B67F1F"/>
    <w:rsid w:val="00B70ED6"/>
    <w:rsid w:val="00B712D5"/>
    <w:rsid w:val="00B71CD0"/>
    <w:rsid w:val="00B72E26"/>
    <w:rsid w:val="00B74790"/>
    <w:rsid w:val="00B74B2D"/>
    <w:rsid w:val="00B75B07"/>
    <w:rsid w:val="00B77010"/>
    <w:rsid w:val="00B77BB8"/>
    <w:rsid w:val="00B77DDE"/>
    <w:rsid w:val="00B823BB"/>
    <w:rsid w:val="00B82851"/>
    <w:rsid w:val="00B85453"/>
    <w:rsid w:val="00B8637F"/>
    <w:rsid w:val="00B877C7"/>
    <w:rsid w:val="00B90C74"/>
    <w:rsid w:val="00B9136F"/>
    <w:rsid w:val="00B93A4B"/>
    <w:rsid w:val="00B94E07"/>
    <w:rsid w:val="00B95E26"/>
    <w:rsid w:val="00B9657B"/>
    <w:rsid w:val="00BA019D"/>
    <w:rsid w:val="00BA1355"/>
    <w:rsid w:val="00BA151A"/>
    <w:rsid w:val="00BA3A32"/>
    <w:rsid w:val="00BA4781"/>
    <w:rsid w:val="00BA5B81"/>
    <w:rsid w:val="00BA64B2"/>
    <w:rsid w:val="00BA7C03"/>
    <w:rsid w:val="00BB0D84"/>
    <w:rsid w:val="00BB3DD0"/>
    <w:rsid w:val="00BB45D3"/>
    <w:rsid w:val="00BB4A94"/>
    <w:rsid w:val="00BB6CD9"/>
    <w:rsid w:val="00BB7648"/>
    <w:rsid w:val="00BB7829"/>
    <w:rsid w:val="00BB7AF9"/>
    <w:rsid w:val="00BB7D31"/>
    <w:rsid w:val="00BC1156"/>
    <w:rsid w:val="00BC175D"/>
    <w:rsid w:val="00BC2E22"/>
    <w:rsid w:val="00BC3422"/>
    <w:rsid w:val="00BC45B4"/>
    <w:rsid w:val="00BC4AC6"/>
    <w:rsid w:val="00BC51AA"/>
    <w:rsid w:val="00BC6372"/>
    <w:rsid w:val="00BC6F5E"/>
    <w:rsid w:val="00BD3129"/>
    <w:rsid w:val="00BD5138"/>
    <w:rsid w:val="00BD52BD"/>
    <w:rsid w:val="00BD66FC"/>
    <w:rsid w:val="00BD67D2"/>
    <w:rsid w:val="00BD6A6A"/>
    <w:rsid w:val="00BD73F7"/>
    <w:rsid w:val="00BD7F63"/>
    <w:rsid w:val="00BE0EB3"/>
    <w:rsid w:val="00BE1537"/>
    <w:rsid w:val="00BE289A"/>
    <w:rsid w:val="00BE2FBE"/>
    <w:rsid w:val="00BE380A"/>
    <w:rsid w:val="00BE3C76"/>
    <w:rsid w:val="00BE4D59"/>
    <w:rsid w:val="00BE687D"/>
    <w:rsid w:val="00BF04B4"/>
    <w:rsid w:val="00BF14A2"/>
    <w:rsid w:val="00BF217B"/>
    <w:rsid w:val="00BF3B92"/>
    <w:rsid w:val="00BF45F6"/>
    <w:rsid w:val="00BF6406"/>
    <w:rsid w:val="00C00539"/>
    <w:rsid w:val="00C007D5"/>
    <w:rsid w:val="00C03E03"/>
    <w:rsid w:val="00C043A5"/>
    <w:rsid w:val="00C04A26"/>
    <w:rsid w:val="00C0528D"/>
    <w:rsid w:val="00C05A47"/>
    <w:rsid w:val="00C05CDF"/>
    <w:rsid w:val="00C06120"/>
    <w:rsid w:val="00C06239"/>
    <w:rsid w:val="00C06F32"/>
    <w:rsid w:val="00C13CF3"/>
    <w:rsid w:val="00C14AA9"/>
    <w:rsid w:val="00C14F2F"/>
    <w:rsid w:val="00C153A8"/>
    <w:rsid w:val="00C15CB5"/>
    <w:rsid w:val="00C16043"/>
    <w:rsid w:val="00C160EB"/>
    <w:rsid w:val="00C20382"/>
    <w:rsid w:val="00C21914"/>
    <w:rsid w:val="00C23119"/>
    <w:rsid w:val="00C24BE1"/>
    <w:rsid w:val="00C27545"/>
    <w:rsid w:val="00C30A06"/>
    <w:rsid w:val="00C31B83"/>
    <w:rsid w:val="00C32595"/>
    <w:rsid w:val="00C32AC6"/>
    <w:rsid w:val="00C34089"/>
    <w:rsid w:val="00C35494"/>
    <w:rsid w:val="00C4005C"/>
    <w:rsid w:val="00C420A4"/>
    <w:rsid w:val="00C44CDE"/>
    <w:rsid w:val="00C44F4E"/>
    <w:rsid w:val="00C461BD"/>
    <w:rsid w:val="00C46534"/>
    <w:rsid w:val="00C46F30"/>
    <w:rsid w:val="00C4771E"/>
    <w:rsid w:val="00C5069A"/>
    <w:rsid w:val="00C512DD"/>
    <w:rsid w:val="00C52060"/>
    <w:rsid w:val="00C5660A"/>
    <w:rsid w:val="00C56BD8"/>
    <w:rsid w:val="00C5702F"/>
    <w:rsid w:val="00C57243"/>
    <w:rsid w:val="00C57F34"/>
    <w:rsid w:val="00C606D7"/>
    <w:rsid w:val="00C614D7"/>
    <w:rsid w:val="00C61E7A"/>
    <w:rsid w:val="00C62146"/>
    <w:rsid w:val="00C628F4"/>
    <w:rsid w:val="00C6466F"/>
    <w:rsid w:val="00C6684D"/>
    <w:rsid w:val="00C670CA"/>
    <w:rsid w:val="00C73691"/>
    <w:rsid w:val="00C759C6"/>
    <w:rsid w:val="00C80993"/>
    <w:rsid w:val="00C809B5"/>
    <w:rsid w:val="00C811F9"/>
    <w:rsid w:val="00C857B0"/>
    <w:rsid w:val="00C85BC5"/>
    <w:rsid w:val="00C85D66"/>
    <w:rsid w:val="00C86A52"/>
    <w:rsid w:val="00C86A93"/>
    <w:rsid w:val="00C87392"/>
    <w:rsid w:val="00C91AE7"/>
    <w:rsid w:val="00C92188"/>
    <w:rsid w:val="00C946BB"/>
    <w:rsid w:val="00CA010B"/>
    <w:rsid w:val="00CA0563"/>
    <w:rsid w:val="00CA0949"/>
    <w:rsid w:val="00CA27B0"/>
    <w:rsid w:val="00CA345C"/>
    <w:rsid w:val="00CA408F"/>
    <w:rsid w:val="00CA588D"/>
    <w:rsid w:val="00CA6117"/>
    <w:rsid w:val="00CA6352"/>
    <w:rsid w:val="00CA665A"/>
    <w:rsid w:val="00CA714D"/>
    <w:rsid w:val="00CB0915"/>
    <w:rsid w:val="00CB1C77"/>
    <w:rsid w:val="00CB61B1"/>
    <w:rsid w:val="00CB63A9"/>
    <w:rsid w:val="00CB65FB"/>
    <w:rsid w:val="00CB6AC1"/>
    <w:rsid w:val="00CB6E3D"/>
    <w:rsid w:val="00CB7D83"/>
    <w:rsid w:val="00CC0038"/>
    <w:rsid w:val="00CC0C52"/>
    <w:rsid w:val="00CC0CC3"/>
    <w:rsid w:val="00CC18BA"/>
    <w:rsid w:val="00CC3081"/>
    <w:rsid w:val="00CC392B"/>
    <w:rsid w:val="00CC44AD"/>
    <w:rsid w:val="00CC4543"/>
    <w:rsid w:val="00CC5219"/>
    <w:rsid w:val="00CC593A"/>
    <w:rsid w:val="00CC7B73"/>
    <w:rsid w:val="00CD013C"/>
    <w:rsid w:val="00CD07BB"/>
    <w:rsid w:val="00CD2775"/>
    <w:rsid w:val="00CD2D3B"/>
    <w:rsid w:val="00CD30BB"/>
    <w:rsid w:val="00CD5B56"/>
    <w:rsid w:val="00CD612E"/>
    <w:rsid w:val="00CD6661"/>
    <w:rsid w:val="00CD687D"/>
    <w:rsid w:val="00CD6D57"/>
    <w:rsid w:val="00CE15F6"/>
    <w:rsid w:val="00CE1783"/>
    <w:rsid w:val="00CE1907"/>
    <w:rsid w:val="00CE32E2"/>
    <w:rsid w:val="00CE45AF"/>
    <w:rsid w:val="00CE4C5B"/>
    <w:rsid w:val="00CE6AD8"/>
    <w:rsid w:val="00CE735D"/>
    <w:rsid w:val="00CF11E4"/>
    <w:rsid w:val="00CF1300"/>
    <w:rsid w:val="00CF1429"/>
    <w:rsid w:val="00CF1941"/>
    <w:rsid w:val="00CF2228"/>
    <w:rsid w:val="00CF24E1"/>
    <w:rsid w:val="00CF2CA4"/>
    <w:rsid w:val="00CF520A"/>
    <w:rsid w:val="00CF52F3"/>
    <w:rsid w:val="00CF5CD3"/>
    <w:rsid w:val="00CF70AA"/>
    <w:rsid w:val="00D00269"/>
    <w:rsid w:val="00D00549"/>
    <w:rsid w:val="00D00D96"/>
    <w:rsid w:val="00D017E2"/>
    <w:rsid w:val="00D0193F"/>
    <w:rsid w:val="00D01942"/>
    <w:rsid w:val="00D026EE"/>
    <w:rsid w:val="00D02F61"/>
    <w:rsid w:val="00D032FD"/>
    <w:rsid w:val="00D03400"/>
    <w:rsid w:val="00D0426F"/>
    <w:rsid w:val="00D04993"/>
    <w:rsid w:val="00D0606E"/>
    <w:rsid w:val="00D0737D"/>
    <w:rsid w:val="00D1008A"/>
    <w:rsid w:val="00D10810"/>
    <w:rsid w:val="00D136A9"/>
    <w:rsid w:val="00D15DA0"/>
    <w:rsid w:val="00D17A7F"/>
    <w:rsid w:val="00D20BCC"/>
    <w:rsid w:val="00D22E69"/>
    <w:rsid w:val="00D23282"/>
    <w:rsid w:val="00D23CA1"/>
    <w:rsid w:val="00D25822"/>
    <w:rsid w:val="00D25D5B"/>
    <w:rsid w:val="00D2746C"/>
    <w:rsid w:val="00D27F85"/>
    <w:rsid w:val="00D30302"/>
    <w:rsid w:val="00D31315"/>
    <w:rsid w:val="00D3151D"/>
    <w:rsid w:val="00D31762"/>
    <w:rsid w:val="00D32CF1"/>
    <w:rsid w:val="00D334C5"/>
    <w:rsid w:val="00D34A5B"/>
    <w:rsid w:val="00D34C83"/>
    <w:rsid w:val="00D41BA1"/>
    <w:rsid w:val="00D42598"/>
    <w:rsid w:val="00D44628"/>
    <w:rsid w:val="00D461F7"/>
    <w:rsid w:val="00D470EA"/>
    <w:rsid w:val="00D47503"/>
    <w:rsid w:val="00D566D6"/>
    <w:rsid w:val="00D56E61"/>
    <w:rsid w:val="00D579EC"/>
    <w:rsid w:val="00D57E1B"/>
    <w:rsid w:val="00D6169C"/>
    <w:rsid w:val="00D6210D"/>
    <w:rsid w:val="00D62E55"/>
    <w:rsid w:val="00D62EF6"/>
    <w:rsid w:val="00D63C38"/>
    <w:rsid w:val="00D642D6"/>
    <w:rsid w:val="00D66396"/>
    <w:rsid w:val="00D6675D"/>
    <w:rsid w:val="00D67746"/>
    <w:rsid w:val="00D70057"/>
    <w:rsid w:val="00D71B90"/>
    <w:rsid w:val="00D71D0B"/>
    <w:rsid w:val="00D722B6"/>
    <w:rsid w:val="00D72304"/>
    <w:rsid w:val="00D7370B"/>
    <w:rsid w:val="00D75C6A"/>
    <w:rsid w:val="00D76355"/>
    <w:rsid w:val="00D76ACC"/>
    <w:rsid w:val="00D80275"/>
    <w:rsid w:val="00D80813"/>
    <w:rsid w:val="00D826E7"/>
    <w:rsid w:val="00D82F30"/>
    <w:rsid w:val="00D84F39"/>
    <w:rsid w:val="00D85A77"/>
    <w:rsid w:val="00D85B95"/>
    <w:rsid w:val="00D917BA"/>
    <w:rsid w:val="00D92C37"/>
    <w:rsid w:val="00D93B59"/>
    <w:rsid w:val="00D941B4"/>
    <w:rsid w:val="00D94F60"/>
    <w:rsid w:val="00D95DF5"/>
    <w:rsid w:val="00DA2CC5"/>
    <w:rsid w:val="00DA350D"/>
    <w:rsid w:val="00DA3FED"/>
    <w:rsid w:val="00DA47A1"/>
    <w:rsid w:val="00DA5FD5"/>
    <w:rsid w:val="00DA7C2E"/>
    <w:rsid w:val="00DB204E"/>
    <w:rsid w:val="00DB28B6"/>
    <w:rsid w:val="00DB3693"/>
    <w:rsid w:val="00DB4665"/>
    <w:rsid w:val="00DB51A7"/>
    <w:rsid w:val="00DB56B1"/>
    <w:rsid w:val="00DB5734"/>
    <w:rsid w:val="00DB627B"/>
    <w:rsid w:val="00DB63BD"/>
    <w:rsid w:val="00DB6747"/>
    <w:rsid w:val="00DB6AE3"/>
    <w:rsid w:val="00DB7693"/>
    <w:rsid w:val="00DC091B"/>
    <w:rsid w:val="00DC0D11"/>
    <w:rsid w:val="00DC10AF"/>
    <w:rsid w:val="00DC1540"/>
    <w:rsid w:val="00DC205F"/>
    <w:rsid w:val="00DC25B0"/>
    <w:rsid w:val="00DC344D"/>
    <w:rsid w:val="00DC450C"/>
    <w:rsid w:val="00DC5438"/>
    <w:rsid w:val="00DC5AD5"/>
    <w:rsid w:val="00DC6D30"/>
    <w:rsid w:val="00DC71BD"/>
    <w:rsid w:val="00DC7267"/>
    <w:rsid w:val="00DC751C"/>
    <w:rsid w:val="00DC7FB4"/>
    <w:rsid w:val="00DD0DFF"/>
    <w:rsid w:val="00DD1492"/>
    <w:rsid w:val="00DD20F5"/>
    <w:rsid w:val="00DD2FE6"/>
    <w:rsid w:val="00DD58E3"/>
    <w:rsid w:val="00DD5B72"/>
    <w:rsid w:val="00DD6286"/>
    <w:rsid w:val="00DE0DD5"/>
    <w:rsid w:val="00DE19BE"/>
    <w:rsid w:val="00DE2276"/>
    <w:rsid w:val="00DE35A4"/>
    <w:rsid w:val="00DE60F1"/>
    <w:rsid w:val="00DE75CB"/>
    <w:rsid w:val="00DE7C0B"/>
    <w:rsid w:val="00DE7CFF"/>
    <w:rsid w:val="00DF3C2F"/>
    <w:rsid w:val="00DF59DF"/>
    <w:rsid w:val="00DF6175"/>
    <w:rsid w:val="00DF6268"/>
    <w:rsid w:val="00DF6802"/>
    <w:rsid w:val="00DF6908"/>
    <w:rsid w:val="00E00210"/>
    <w:rsid w:val="00E0113D"/>
    <w:rsid w:val="00E02284"/>
    <w:rsid w:val="00E031F5"/>
    <w:rsid w:val="00E038DA"/>
    <w:rsid w:val="00E04825"/>
    <w:rsid w:val="00E0705D"/>
    <w:rsid w:val="00E07153"/>
    <w:rsid w:val="00E07302"/>
    <w:rsid w:val="00E0768F"/>
    <w:rsid w:val="00E10A3C"/>
    <w:rsid w:val="00E11E0E"/>
    <w:rsid w:val="00E12343"/>
    <w:rsid w:val="00E13574"/>
    <w:rsid w:val="00E13FD5"/>
    <w:rsid w:val="00E14943"/>
    <w:rsid w:val="00E15E38"/>
    <w:rsid w:val="00E1611F"/>
    <w:rsid w:val="00E16F08"/>
    <w:rsid w:val="00E175BD"/>
    <w:rsid w:val="00E17C10"/>
    <w:rsid w:val="00E17D7C"/>
    <w:rsid w:val="00E211FD"/>
    <w:rsid w:val="00E22055"/>
    <w:rsid w:val="00E225C8"/>
    <w:rsid w:val="00E2298A"/>
    <w:rsid w:val="00E22C8A"/>
    <w:rsid w:val="00E230E6"/>
    <w:rsid w:val="00E24102"/>
    <w:rsid w:val="00E247F3"/>
    <w:rsid w:val="00E24B1E"/>
    <w:rsid w:val="00E25085"/>
    <w:rsid w:val="00E275C6"/>
    <w:rsid w:val="00E278FF"/>
    <w:rsid w:val="00E27C72"/>
    <w:rsid w:val="00E300A9"/>
    <w:rsid w:val="00E302C3"/>
    <w:rsid w:val="00E3075E"/>
    <w:rsid w:val="00E355DC"/>
    <w:rsid w:val="00E366BF"/>
    <w:rsid w:val="00E4284B"/>
    <w:rsid w:val="00E4315E"/>
    <w:rsid w:val="00E43721"/>
    <w:rsid w:val="00E45FDF"/>
    <w:rsid w:val="00E506CE"/>
    <w:rsid w:val="00E5181C"/>
    <w:rsid w:val="00E562A1"/>
    <w:rsid w:val="00E56B2C"/>
    <w:rsid w:val="00E62827"/>
    <w:rsid w:val="00E66241"/>
    <w:rsid w:val="00E672FF"/>
    <w:rsid w:val="00E67381"/>
    <w:rsid w:val="00E70273"/>
    <w:rsid w:val="00E70940"/>
    <w:rsid w:val="00E71BD9"/>
    <w:rsid w:val="00E71C95"/>
    <w:rsid w:val="00E72F68"/>
    <w:rsid w:val="00E75202"/>
    <w:rsid w:val="00E75732"/>
    <w:rsid w:val="00E75ACF"/>
    <w:rsid w:val="00E75D16"/>
    <w:rsid w:val="00E768FC"/>
    <w:rsid w:val="00E80331"/>
    <w:rsid w:val="00E80DBD"/>
    <w:rsid w:val="00E815DA"/>
    <w:rsid w:val="00E81B82"/>
    <w:rsid w:val="00E828F0"/>
    <w:rsid w:val="00E83101"/>
    <w:rsid w:val="00E83880"/>
    <w:rsid w:val="00E85EF7"/>
    <w:rsid w:val="00E86626"/>
    <w:rsid w:val="00E90563"/>
    <w:rsid w:val="00E91617"/>
    <w:rsid w:val="00E93375"/>
    <w:rsid w:val="00E94BC0"/>
    <w:rsid w:val="00E9610D"/>
    <w:rsid w:val="00EA05E4"/>
    <w:rsid w:val="00EA3F25"/>
    <w:rsid w:val="00EA4836"/>
    <w:rsid w:val="00EA4FD9"/>
    <w:rsid w:val="00EA64B6"/>
    <w:rsid w:val="00EA784F"/>
    <w:rsid w:val="00EB1A9A"/>
    <w:rsid w:val="00EB1E26"/>
    <w:rsid w:val="00EB2072"/>
    <w:rsid w:val="00EB2238"/>
    <w:rsid w:val="00EB2F90"/>
    <w:rsid w:val="00EB3128"/>
    <w:rsid w:val="00EB31BF"/>
    <w:rsid w:val="00EB36B7"/>
    <w:rsid w:val="00EB3B94"/>
    <w:rsid w:val="00EB54DA"/>
    <w:rsid w:val="00EB6520"/>
    <w:rsid w:val="00EB6A6E"/>
    <w:rsid w:val="00EB6FD0"/>
    <w:rsid w:val="00EB711F"/>
    <w:rsid w:val="00EB7B7C"/>
    <w:rsid w:val="00EC1E64"/>
    <w:rsid w:val="00EC22E3"/>
    <w:rsid w:val="00EC2877"/>
    <w:rsid w:val="00EC2CBE"/>
    <w:rsid w:val="00EC2FBC"/>
    <w:rsid w:val="00EC3434"/>
    <w:rsid w:val="00EC47D7"/>
    <w:rsid w:val="00EC4B8A"/>
    <w:rsid w:val="00EC5029"/>
    <w:rsid w:val="00EC6247"/>
    <w:rsid w:val="00EC7086"/>
    <w:rsid w:val="00ED0273"/>
    <w:rsid w:val="00ED4511"/>
    <w:rsid w:val="00ED6E5F"/>
    <w:rsid w:val="00ED7A05"/>
    <w:rsid w:val="00EE35B0"/>
    <w:rsid w:val="00EF2CB2"/>
    <w:rsid w:val="00EF34BE"/>
    <w:rsid w:val="00EF3F1F"/>
    <w:rsid w:val="00EF59FE"/>
    <w:rsid w:val="00EF5EC4"/>
    <w:rsid w:val="00EF5F95"/>
    <w:rsid w:val="00EF7AEC"/>
    <w:rsid w:val="00F00DC9"/>
    <w:rsid w:val="00F00F00"/>
    <w:rsid w:val="00F01C4B"/>
    <w:rsid w:val="00F02201"/>
    <w:rsid w:val="00F0434B"/>
    <w:rsid w:val="00F04CA3"/>
    <w:rsid w:val="00F04FCC"/>
    <w:rsid w:val="00F06D8B"/>
    <w:rsid w:val="00F06E5D"/>
    <w:rsid w:val="00F07021"/>
    <w:rsid w:val="00F07843"/>
    <w:rsid w:val="00F079A1"/>
    <w:rsid w:val="00F105B8"/>
    <w:rsid w:val="00F10F02"/>
    <w:rsid w:val="00F10FDD"/>
    <w:rsid w:val="00F11A4A"/>
    <w:rsid w:val="00F128F8"/>
    <w:rsid w:val="00F136B8"/>
    <w:rsid w:val="00F13E6B"/>
    <w:rsid w:val="00F1608D"/>
    <w:rsid w:val="00F17406"/>
    <w:rsid w:val="00F2059B"/>
    <w:rsid w:val="00F20789"/>
    <w:rsid w:val="00F22190"/>
    <w:rsid w:val="00F233C6"/>
    <w:rsid w:val="00F269F3"/>
    <w:rsid w:val="00F27E99"/>
    <w:rsid w:val="00F27EA1"/>
    <w:rsid w:val="00F31229"/>
    <w:rsid w:val="00F319AA"/>
    <w:rsid w:val="00F327AA"/>
    <w:rsid w:val="00F32B6C"/>
    <w:rsid w:val="00F32BA6"/>
    <w:rsid w:val="00F34065"/>
    <w:rsid w:val="00F34DD1"/>
    <w:rsid w:val="00F35250"/>
    <w:rsid w:val="00F35A48"/>
    <w:rsid w:val="00F35CBE"/>
    <w:rsid w:val="00F365D9"/>
    <w:rsid w:val="00F3775D"/>
    <w:rsid w:val="00F4139A"/>
    <w:rsid w:val="00F422D4"/>
    <w:rsid w:val="00F43247"/>
    <w:rsid w:val="00F44788"/>
    <w:rsid w:val="00F4636B"/>
    <w:rsid w:val="00F46E3B"/>
    <w:rsid w:val="00F51906"/>
    <w:rsid w:val="00F5417E"/>
    <w:rsid w:val="00F55E1B"/>
    <w:rsid w:val="00F56A88"/>
    <w:rsid w:val="00F56D58"/>
    <w:rsid w:val="00F57FFB"/>
    <w:rsid w:val="00F6124B"/>
    <w:rsid w:val="00F61E3A"/>
    <w:rsid w:val="00F61F48"/>
    <w:rsid w:val="00F623FE"/>
    <w:rsid w:val="00F62B06"/>
    <w:rsid w:val="00F62B46"/>
    <w:rsid w:val="00F6395B"/>
    <w:rsid w:val="00F643FD"/>
    <w:rsid w:val="00F658C3"/>
    <w:rsid w:val="00F666FC"/>
    <w:rsid w:val="00F7123D"/>
    <w:rsid w:val="00F75E1A"/>
    <w:rsid w:val="00F77347"/>
    <w:rsid w:val="00F77E07"/>
    <w:rsid w:val="00F80A04"/>
    <w:rsid w:val="00F817C4"/>
    <w:rsid w:val="00F81CBB"/>
    <w:rsid w:val="00F82AD5"/>
    <w:rsid w:val="00F848B3"/>
    <w:rsid w:val="00F8500F"/>
    <w:rsid w:val="00F85616"/>
    <w:rsid w:val="00F8568D"/>
    <w:rsid w:val="00F85933"/>
    <w:rsid w:val="00F85A96"/>
    <w:rsid w:val="00F86488"/>
    <w:rsid w:val="00F86501"/>
    <w:rsid w:val="00F86616"/>
    <w:rsid w:val="00F87C71"/>
    <w:rsid w:val="00F87F7A"/>
    <w:rsid w:val="00F9046E"/>
    <w:rsid w:val="00F921FD"/>
    <w:rsid w:val="00F9298E"/>
    <w:rsid w:val="00F92FAA"/>
    <w:rsid w:val="00F95558"/>
    <w:rsid w:val="00F9582B"/>
    <w:rsid w:val="00F97936"/>
    <w:rsid w:val="00FA1CB8"/>
    <w:rsid w:val="00FA28E3"/>
    <w:rsid w:val="00FA29B9"/>
    <w:rsid w:val="00FA2BFE"/>
    <w:rsid w:val="00FA2FDE"/>
    <w:rsid w:val="00FA419D"/>
    <w:rsid w:val="00FA5F63"/>
    <w:rsid w:val="00FA7E19"/>
    <w:rsid w:val="00FB139C"/>
    <w:rsid w:val="00FB150F"/>
    <w:rsid w:val="00FB29D2"/>
    <w:rsid w:val="00FB2B44"/>
    <w:rsid w:val="00FB326C"/>
    <w:rsid w:val="00FB5C4B"/>
    <w:rsid w:val="00FB602B"/>
    <w:rsid w:val="00FC1082"/>
    <w:rsid w:val="00FC133B"/>
    <w:rsid w:val="00FC3580"/>
    <w:rsid w:val="00FC572A"/>
    <w:rsid w:val="00FC6D7D"/>
    <w:rsid w:val="00FC7AF0"/>
    <w:rsid w:val="00FD017F"/>
    <w:rsid w:val="00FD048B"/>
    <w:rsid w:val="00FD05B2"/>
    <w:rsid w:val="00FD06FC"/>
    <w:rsid w:val="00FD1175"/>
    <w:rsid w:val="00FD1837"/>
    <w:rsid w:val="00FD3105"/>
    <w:rsid w:val="00FD5214"/>
    <w:rsid w:val="00FD5546"/>
    <w:rsid w:val="00FD5875"/>
    <w:rsid w:val="00FD6CA1"/>
    <w:rsid w:val="00FD71F3"/>
    <w:rsid w:val="00FE1387"/>
    <w:rsid w:val="00FE4A09"/>
    <w:rsid w:val="00FE58F9"/>
    <w:rsid w:val="00FE63DB"/>
    <w:rsid w:val="00FE64AE"/>
    <w:rsid w:val="00FE7210"/>
    <w:rsid w:val="00FE78CE"/>
    <w:rsid w:val="00FE7CBB"/>
    <w:rsid w:val="00FF050C"/>
    <w:rsid w:val="00FF0B2D"/>
    <w:rsid w:val="00FF0DFF"/>
    <w:rsid w:val="00FF1599"/>
    <w:rsid w:val="00FF352A"/>
    <w:rsid w:val="00FF4566"/>
    <w:rsid w:val="00FF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17A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5FF4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rsid w:val="00017A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5FF4"/>
    <w:rPr>
      <w:rFonts w:ascii="Arial" w:hAnsi="Arial"/>
      <w:szCs w:val="24"/>
    </w:rPr>
  </w:style>
  <w:style w:type="character" w:customStyle="1" w:styleId="dark">
    <w:name w:val="dark"/>
    <w:basedOn w:val="DefaultParagraphFont"/>
    <w:uiPriority w:val="99"/>
    <w:rsid w:val="004C39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152</Words>
  <Characters>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DRAFTLETTER</dc:title>
  <dc:subject/>
  <dc:creator/>
  <cp:keywords/>
  <dc:description/>
  <cp:lastModifiedBy/>
  <cp:revision>2</cp:revision>
  <dcterms:created xsi:type="dcterms:W3CDTF">2010-10-16T12:11:00Z</dcterms:created>
  <dcterms:modified xsi:type="dcterms:W3CDTF">2010-10-16T12:11:00Z</dcterms:modified>
</cp:coreProperties>
</file>